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090"/>
        <w:gridCol w:w="3828"/>
        <w:gridCol w:w="2055"/>
        <w:gridCol w:w="2055"/>
        <w:gridCol w:w="1560"/>
        <w:gridCol w:w="2580"/>
      </w:tblGrid>
      <w:tr w:rsidR="006C1BBB" w:rsidRPr="00307A0C" w14:paraId="14A010F2" w14:textId="77777777" w:rsidTr="00E9528A">
        <w:trPr>
          <w:trHeight w:val="453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788D1A97" w14:textId="69F3EB56" w:rsidR="006C1BBB" w:rsidRPr="00307A0C" w:rsidRDefault="00EB5775" w:rsidP="006C1BBB">
            <w:pPr>
              <w:keepNext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RA-01</w:t>
            </w:r>
            <w:r w:rsidR="000F1A8B">
              <w:rPr>
                <w:rFonts w:asciiTheme="minorHAnsi" w:hAnsiTheme="minorHAnsi" w:cstheme="minorHAnsi"/>
                <w:b/>
              </w:rPr>
              <w:t>3</w:t>
            </w:r>
            <w:r w:rsidR="00E71448">
              <w:rPr>
                <w:rFonts w:asciiTheme="minorHAnsi" w:hAnsiTheme="minorHAnsi" w:cstheme="minorHAnsi"/>
                <w:b/>
              </w:rPr>
              <w:t xml:space="preserve"> RISK ASSESSMENT </w:t>
            </w:r>
          </w:p>
        </w:tc>
        <w:tc>
          <w:tcPr>
            <w:tcW w:w="5883" w:type="dxa"/>
            <w:gridSpan w:val="2"/>
            <w:shd w:val="clear" w:color="auto" w:fill="B2A1C7" w:themeFill="accent4" w:themeFillTint="99"/>
            <w:vAlign w:val="center"/>
          </w:tcPr>
          <w:p w14:paraId="798E9C05" w14:textId="0D44D9D2" w:rsidR="006C1BBB" w:rsidRPr="00EB5775" w:rsidRDefault="00EB5775" w:rsidP="008649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5775">
              <w:rPr>
                <w:rFonts w:asciiTheme="minorHAnsi" w:hAnsiTheme="minorHAnsi" w:cstheme="minorHAnsi"/>
                <w:b/>
                <w:bCs/>
              </w:rPr>
              <w:t>LEGIONELLA WATER TESTING (TO INCLUDE WATER SAMPLING)</w:t>
            </w:r>
          </w:p>
        </w:tc>
        <w:tc>
          <w:tcPr>
            <w:tcW w:w="6195" w:type="dxa"/>
            <w:gridSpan w:val="3"/>
            <w:shd w:val="clear" w:color="auto" w:fill="FFFFFF" w:themeFill="background1"/>
            <w:vAlign w:val="center"/>
          </w:tcPr>
          <w:p w14:paraId="6F045790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Frequency and Job Specific Information:</w:t>
            </w:r>
            <w:r w:rsidR="00E9528A">
              <w:rPr>
                <w:rFonts w:asciiTheme="minorHAnsi" w:hAnsiTheme="minorHAnsi" w:cstheme="minorHAnsi"/>
              </w:rPr>
              <w:t xml:space="preserve"> Please Refer to Project/</w:t>
            </w:r>
            <w:r w:rsidRPr="00307A0C">
              <w:rPr>
                <w:rFonts w:asciiTheme="minorHAnsi" w:hAnsiTheme="minorHAnsi" w:cstheme="minorHAnsi"/>
              </w:rPr>
              <w:t xml:space="preserve"> Method Statement</w:t>
            </w:r>
          </w:p>
        </w:tc>
      </w:tr>
      <w:tr w:rsidR="006C1BBB" w:rsidRPr="00307A0C" w14:paraId="39D9D6A2" w14:textId="77777777" w:rsidTr="00E9528A">
        <w:trPr>
          <w:trHeight w:val="453"/>
        </w:trPr>
        <w:tc>
          <w:tcPr>
            <w:tcW w:w="3090" w:type="dxa"/>
            <w:vMerge w:val="restart"/>
            <w:shd w:val="clear" w:color="auto" w:fill="B2A1C7" w:themeFill="accent4" w:themeFillTint="99"/>
            <w:vAlign w:val="center"/>
          </w:tcPr>
          <w:p w14:paraId="5BB6E177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prepared by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11F46BFF" w14:textId="0583D2F5" w:rsidR="006C1BBB" w:rsidRPr="00307A0C" w:rsidRDefault="006C1BBB" w:rsidP="007770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 w:val="restart"/>
            <w:shd w:val="clear" w:color="auto" w:fill="B2A1C7" w:themeFill="accent4" w:themeFillTint="99"/>
            <w:vAlign w:val="center"/>
          </w:tcPr>
          <w:p w14:paraId="68DFE057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Na</w:t>
            </w:r>
            <w:r w:rsidR="00E9528A">
              <w:rPr>
                <w:rFonts w:asciiTheme="minorHAnsi" w:hAnsiTheme="minorHAnsi" w:cstheme="minorHAnsi"/>
                <w:b/>
              </w:rPr>
              <w:t xml:space="preserve">me of Person approving </w:t>
            </w:r>
            <w:r w:rsidRPr="00307A0C">
              <w:rPr>
                <w:rFonts w:asciiTheme="minorHAnsi" w:hAnsiTheme="minorHAnsi" w:cstheme="minorHAnsi"/>
                <w:b/>
              </w:rPr>
              <w:t>RA:</w:t>
            </w:r>
          </w:p>
        </w:tc>
        <w:tc>
          <w:tcPr>
            <w:tcW w:w="2055" w:type="dxa"/>
            <w:vMerge w:val="restart"/>
            <w:shd w:val="clear" w:color="auto" w:fill="FFFFFF" w:themeFill="background1"/>
            <w:vAlign w:val="center"/>
          </w:tcPr>
          <w:p w14:paraId="6FAE471D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0BEB17C1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 of last review: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54FAF019" w14:textId="35A8D896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793F88" w:rsidRPr="00307A0C" w14:paraId="3805F991" w14:textId="77777777" w:rsidTr="00E9528A">
        <w:trPr>
          <w:trHeight w:val="337"/>
        </w:trPr>
        <w:tc>
          <w:tcPr>
            <w:tcW w:w="3090" w:type="dxa"/>
            <w:vMerge/>
            <w:shd w:val="clear" w:color="auto" w:fill="B2A1C7" w:themeFill="accent4" w:themeFillTint="99"/>
            <w:vAlign w:val="center"/>
          </w:tcPr>
          <w:p w14:paraId="750BDFBD" w14:textId="77777777" w:rsidR="00793F88" w:rsidRPr="00307A0C" w:rsidRDefault="00793F88" w:rsidP="00793F8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63933C29" w14:textId="77777777" w:rsidR="00793F88" w:rsidRPr="00307A0C" w:rsidRDefault="00793F88" w:rsidP="00793F8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B2A1C7" w:themeFill="accent4" w:themeFillTint="99"/>
            <w:vAlign w:val="center"/>
          </w:tcPr>
          <w:p w14:paraId="2277DD51" w14:textId="77777777" w:rsidR="00793F88" w:rsidRPr="00307A0C" w:rsidRDefault="00793F88" w:rsidP="00793F8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FFFFFF" w:themeFill="background1"/>
            <w:vAlign w:val="center"/>
          </w:tcPr>
          <w:p w14:paraId="6B723FE5" w14:textId="77777777" w:rsidR="00793F88" w:rsidRPr="00307A0C" w:rsidRDefault="00793F88" w:rsidP="00793F8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190A1B5F" w14:textId="77777777" w:rsidR="00793F88" w:rsidRPr="00307A0C" w:rsidRDefault="00793F88" w:rsidP="00793F88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Next review due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33C8C3A2" w14:textId="2989BDF2" w:rsidR="00793F88" w:rsidRPr="00307A0C" w:rsidRDefault="00793F88" w:rsidP="00793F88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7A12C887" w14:textId="77777777" w:rsidTr="00E9528A">
        <w:trPr>
          <w:trHeight w:val="408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5843EFBD" w14:textId="77777777" w:rsidR="006C1BBB" w:rsidRPr="00307A0C" w:rsidRDefault="00307A0C" w:rsidP="006C1B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Limits of use without need for p</w:t>
            </w:r>
            <w:r w:rsidR="006C1BBB" w:rsidRPr="00307A0C">
              <w:rPr>
                <w:rFonts w:asciiTheme="minorHAnsi" w:hAnsiTheme="minorHAnsi" w:cstheme="minorHAnsi"/>
                <w:b/>
              </w:rPr>
              <w:t>roject specific sign off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41510B1D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5D242F20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Circulation List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5030C56D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</w:rPr>
              <w:t>All site staff and Project Managers</w:t>
            </w:r>
          </w:p>
        </w:tc>
      </w:tr>
    </w:tbl>
    <w:p w14:paraId="3DA3CC65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p w14:paraId="4FE50127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  <w:r w:rsidRPr="00307A0C">
        <w:rPr>
          <w:rFonts w:asciiTheme="minorHAnsi" w:hAnsiTheme="minorHAnsi" w:cstheme="minorHAnsi"/>
          <w:b/>
        </w:rPr>
        <w:t>Project specific details &amp; Sign-off by Project Manager (only completed where the standard controls no longer apply)</w:t>
      </w:r>
    </w:p>
    <w:p w14:paraId="1F6A136E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957"/>
        <w:gridCol w:w="780"/>
        <w:gridCol w:w="3189"/>
        <w:gridCol w:w="4352"/>
        <w:gridCol w:w="2523"/>
        <w:gridCol w:w="851"/>
        <w:gridCol w:w="1446"/>
      </w:tblGrid>
      <w:tr w:rsidR="00307A0C" w:rsidRPr="00307A0C" w14:paraId="62753B9B" w14:textId="77777777" w:rsidTr="00E9528A">
        <w:trPr>
          <w:trHeight w:val="408"/>
        </w:trPr>
        <w:tc>
          <w:tcPr>
            <w:tcW w:w="1070" w:type="dxa"/>
            <w:shd w:val="clear" w:color="auto" w:fill="B2A1C7" w:themeFill="accent4" w:themeFillTint="99"/>
            <w:vAlign w:val="center"/>
          </w:tcPr>
          <w:p w14:paraId="437829C5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Job Number</w:t>
            </w:r>
            <w:r w:rsidRPr="00307A0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73E736FE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  <w:shd w:val="clear" w:color="auto" w:fill="B2A1C7" w:themeFill="accent4" w:themeFillTint="99"/>
            <w:vAlign w:val="center"/>
          </w:tcPr>
          <w:p w14:paraId="0835929B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Site: </w:t>
            </w:r>
          </w:p>
        </w:tc>
        <w:tc>
          <w:tcPr>
            <w:tcW w:w="3189" w:type="dxa"/>
            <w:shd w:val="clear" w:color="auto" w:fill="FFFFFF" w:themeFill="background1"/>
            <w:vAlign w:val="center"/>
          </w:tcPr>
          <w:p w14:paraId="0A46002E" w14:textId="301DCBDE" w:rsidR="00307A0C" w:rsidRPr="00307A0C" w:rsidRDefault="00EB5775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Mansion House</w:t>
            </w:r>
          </w:p>
        </w:tc>
        <w:tc>
          <w:tcPr>
            <w:tcW w:w="4352" w:type="dxa"/>
            <w:shd w:val="clear" w:color="auto" w:fill="B2A1C7" w:themeFill="accent4" w:themeFillTint="99"/>
            <w:vAlign w:val="center"/>
          </w:tcPr>
          <w:p w14:paraId="3A819D35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Project Manager Approving Amended Risk Assessment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1978D272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1" w:type="dxa"/>
            <w:shd w:val="clear" w:color="auto" w:fill="B2A1C7" w:themeFill="accent4" w:themeFillTint="99"/>
            <w:vAlign w:val="center"/>
          </w:tcPr>
          <w:p w14:paraId="4B2E313C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Date:</w:t>
            </w:r>
          </w:p>
        </w:tc>
        <w:tc>
          <w:tcPr>
            <w:tcW w:w="1446" w:type="dxa"/>
            <w:shd w:val="clear" w:color="auto" w:fill="FFFFFF" w:themeFill="background1"/>
            <w:vAlign w:val="center"/>
          </w:tcPr>
          <w:p w14:paraId="4623B21F" w14:textId="2448C362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</w:p>
        </w:tc>
      </w:tr>
    </w:tbl>
    <w:p w14:paraId="35802F48" w14:textId="77777777" w:rsidR="001D53AA" w:rsidRDefault="001D53AA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1F4612" w:rsidRPr="00307A0C" w14:paraId="1BEA0CFA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11A2BB32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2AF41F11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7258A7F7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4E3091EF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385B6A8C" w14:textId="77777777" w:rsidR="001F4612" w:rsidRPr="00307A0C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261345D7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4C6B1FCC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44AFB505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23C0477A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2282D1D0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0FB7DEC6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1F4612" w:rsidRPr="00307A0C" w14:paraId="2D8B52DD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7D008B63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18F05A7D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57CC3B42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510A489D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12908F9F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4EE27F68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623E9EE8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17631A3A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4FF1E4C8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0DE2B1F6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4CD1F405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EB5775" w:rsidRPr="00C458C3" w14:paraId="76C1E486" w14:textId="77777777" w:rsidTr="00D86014">
        <w:trPr>
          <w:cantSplit/>
          <w:jc w:val="center"/>
        </w:trPr>
        <w:tc>
          <w:tcPr>
            <w:tcW w:w="1982" w:type="dxa"/>
          </w:tcPr>
          <w:p w14:paraId="054A7C1A" w14:textId="63DCDD97" w:rsidR="00EB5775" w:rsidRPr="00EB5775" w:rsidRDefault="00D34848" w:rsidP="00EB5775">
            <w:pPr>
              <w:pStyle w:val="Header"/>
              <w:tabs>
                <w:tab w:val="clear" w:pos="4153"/>
                <w:tab w:val="clear" w:pos="8306"/>
                <w:tab w:val="left" w:pos="426"/>
              </w:tabs>
              <w:rPr>
                <w:rFonts w:ascii="Calibri" w:hAnsi="Calibri" w:cs="Calibri"/>
                <w:b/>
              </w:rPr>
            </w:pPr>
            <w:r w:rsidRPr="00EB5775">
              <w:rPr>
                <w:rFonts w:ascii="Calibri" w:hAnsi="Calibri" w:cs="Calibri"/>
                <w:b/>
              </w:rPr>
              <w:t>HANDLING LADDERS AND EQUIPMENT</w:t>
            </w:r>
          </w:p>
          <w:p w14:paraId="5D41E1D3" w14:textId="153DF772" w:rsidR="00EB5775" w:rsidRPr="00EB5775" w:rsidRDefault="00EB5775" w:rsidP="00EB5775">
            <w:pPr>
              <w:rPr>
                <w:rFonts w:ascii="Calibri" w:hAnsi="Calibri" w:cs="Calibri"/>
                <w:b/>
                <w:lang w:eastAsia="en-GB"/>
              </w:rPr>
            </w:pPr>
          </w:p>
        </w:tc>
        <w:tc>
          <w:tcPr>
            <w:tcW w:w="1991" w:type="dxa"/>
          </w:tcPr>
          <w:p w14:paraId="6D3B0E6C" w14:textId="77777777" w:rsidR="00EB5775" w:rsidRPr="00793F88" w:rsidRDefault="00EB5775" w:rsidP="00EB5775">
            <w:pPr>
              <w:rPr>
                <w:rFonts w:ascii="Calibri" w:hAnsi="Calibri" w:cs="Calibri"/>
                <w:bCs/>
              </w:rPr>
            </w:pPr>
            <w:r w:rsidRPr="00793F88">
              <w:rPr>
                <w:rFonts w:ascii="Calibri" w:hAnsi="Calibri" w:cs="Calibri"/>
                <w:bCs/>
              </w:rPr>
              <w:t>Working at height</w:t>
            </w:r>
          </w:p>
          <w:p w14:paraId="4F76D603" w14:textId="3A070381" w:rsidR="00EB5775" w:rsidRPr="00793F88" w:rsidRDefault="00EB5775" w:rsidP="00EB5775">
            <w:pPr>
              <w:rPr>
                <w:rFonts w:ascii="Calibri" w:hAnsi="Calibri" w:cs="Calibri"/>
                <w:bCs/>
              </w:rPr>
            </w:pPr>
            <w:r w:rsidRPr="00793F88">
              <w:rPr>
                <w:rFonts w:ascii="Calibri" w:hAnsi="Calibri" w:cs="Calibri"/>
                <w:bCs/>
              </w:rPr>
              <w:t>Manual handling</w:t>
            </w:r>
            <w:r w:rsidR="00793F88" w:rsidRPr="00793F88">
              <w:rPr>
                <w:rFonts w:ascii="Calibri" w:hAnsi="Calibri" w:cs="Calibri"/>
                <w:bCs/>
              </w:rPr>
              <w:t xml:space="preserve"> materials or equipment</w:t>
            </w:r>
          </w:p>
          <w:p w14:paraId="0992B26B" w14:textId="77777777" w:rsidR="00EB5775" w:rsidRPr="00793F88" w:rsidRDefault="00EB5775" w:rsidP="00EB5775">
            <w:pPr>
              <w:rPr>
                <w:rFonts w:ascii="Calibri" w:hAnsi="Calibri" w:cs="Calibri"/>
                <w:bCs/>
              </w:rPr>
            </w:pPr>
            <w:r w:rsidRPr="00793F88">
              <w:rPr>
                <w:rFonts w:ascii="Calibri" w:hAnsi="Calibri" w:cs="Calibri"/>
                <w:bCs/>
              </w:rPr>
              <w:t>Defective ladders</w:t>
            </w:r>
          </w:p>
          <w:p w14:paraId="1F4BA227" w14:textId="77777777" w:rsidR="00527C21" w:rsidRPr="00793F88" w:rsidRDefault="00527C21" w:rsidP="00527C21">
            <w:pPr>
              <w:rPr>
                <w:rFonts w:ascii="Calibri" w:hAnsi="Calibri" w:cs="Calibri"/>
                <w:bCs/>
              </w:rPr>
            </w:pPr>
            <w:r w:rsidRPr="00793F88">
              <w:rPr>
                <w:rFonts w:ascii="Calibri" w:hAnsi="Calibri" w:cs="Calibri"/>
                <w:bCs/>
              </w:rPr>
              <w:t>Slip trip, fall</w:t>
            </w:r>
          </w:p>
          <w:p w14:paraId="758B3238" w14:textId="77777777" w:rsidR="00EB5775" w:rsidRDefault="00EB5775" w:rsidP="00EB5775">
            <w:pPr>
              <w:rPr>
                <w:rFonts w:ascii="Calibri" w:hAnsi="Calibri" w:cs="Calibri"/>
              </w:rPr>
            </w:pPr>
          </w:p>
          <w:p w14:paraId="261331AD" w14:textId="087329A0" w:rsidR="00527C21" w:rsidRPr="00EB5775" w:rsidRDefault="00527C21" w:rsidP="00EB5775">
            <w:pPr>
              <w:rPr>
                <w:rFonts w:ascii="Calibri" w:hAnsi="Calibri" w:cs="Calibri"/>
              </w:rPr>
            </w:pPr>
          </w:p>
        </w:tc>
        <w:tc>
          <w:tcPr>
            <w:tcW w:w="1558" w:type="dxa"/>
          </w:tcPr>
          <w:p w14:paraId="32A2672E" w14:textId="052FDDAB" w:rsidR="00AE3C53" w:rsidRPr="00721B81" w:rsidRDefault="00793F88" w:rsidP="00AE3C53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Site staff</w:t>
            </w:r>
          </w:p>
          <w:p w14:paraId="18578D50" w14:textId="71DDD3E1" w:rsidR="00793F88" w:rsidRPr="00721B81" w:rsidRDefault="00793F88" w:rsidP="00AE3C53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Others</w:t>
            </w:r>
          </w:p>
          <w:p w14:paraId="23A6C365" w14:textId="77777777" w:rsidR="00793F88" w:rsidRDefault="00793F88" w:rsidP="00793F88">
            <w:pPr>
              <w:rPr>
                <w:rFonts w:ascii="Calibri" w:hAnsi="Calibri" w:cs="Calibri"/>
              </w:rPr>
            </w:pPr>
          </w:p>
          <w:p w14:paraId="0F5B7556" w14:textId="2D40A280" w:rsidR="00793F88" w:rsidRPr="00793F88" w:rsidRDefault="00793F88" w:rsidP="00793F88">
            <w:pPr>
              <w:rPr>
                <w:rFonts w:ascii="Calibri" w:hAnsi="Calibri" w:cs="Calibri"/>
              </w:rPr>
            </w:pPr>
            <w:r w:rsidRPr="00793F88">
              <w:rPr>
                <w:rFonts w:ascii="Calibri" w:hAnsi="Calibri" w:cs="Calibri"/>
              </w:rPr>
              <w:t>Fall from height</w:t>
            </w:r>
          </w:p>
          <w:p w14:paraId="42B124E8" w14:textId="77777777" w:rsidR="00793F88" w:rsidRPr="00793F88" w:rsidRDefault="00793F88" w:rsidP="00793F88">
            <w:pPr>
              <w:rPr>
                <w:rFonts w:ascii="Calibri" w:hAnsi="Calibri" w:cs="Calibri"/>
              </w:rPr>
            </w:pPr>
            <w:r w:rsidRPr="00793F88">
              <w:rPr>
                <w:rFonts w:ascii="Calibri" w:hAnsi="Calibri" w:cs="Calibri"/>
              </w:rPr>
              <w:t>Manual handling injury</w:t>
            </w:r>
          </w:p>
          <w:p w14:paraId="287E87FD" w14:textId="20E1A8C2" w:rsidR="00793F88" w:rsidRPr="00AE3C53" w:rsidRDefault="00793F88" w:rsidP="00793F88">
            <w:pPr>
              <w:rPr>
                <w:rFonts w:ascii="Calibri" w:hAnsi="Calibri" w:cs="Calibri"/>
              </w:rPr>
            </w:pPr>
            <w:r w:rsidRPr="00793F88">
              <w:rPr>
                <w:rFonts w:ascii="Calibri" w:hAnsi="Calibri" w:cs="Calibri"/>
              </w:rPr>
              <w:t>Personal injury</w:t>
            </w:r>
          </w:p>
          <w:p w14:paraId="1D4FD4AE" w14:textId="6BD6596E" w:rsidR="00EB5775" w:rsidRPr="00EB5775" w:rsidRDefault="00EB5775" w:rsidP="00EB5775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26" w:type="dxa"/>
            <w:vAlign w:val="center"/>
          </w:tcPr>
          <w:p w14:paraId="1A9ED854" w14:textId="359759F7" w:rsidR="00EB5775" w:rsidRPr="00EB5775" w:rsidRDefault="00EB5775" w:rsidP="00EB5775">
            <w:pPr>
              <w:jc w:val="center"/>
              <w:rPr>
                <w:rFonts w:ascii="Calibri" w:hAnsi="Calibri" w:cs="Calibri"/>
                <w:b/>
              </w:rPr>
            </w:pPr>
            <w:r w:rsidRPr="00EB5775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5ADDBC12" w14:textId="0A633977" w:rsidR="00EB5775" w:rsidRPr="00EB5775" w:rsidRDefault="00EB5775" w:rsidP="00EB5775">
            <w:pPr>
              <w:jc w:val="center"/>
              <w:rPr>
                <w:rFonts w:ascii="Calibri" w:hAnsi="Calibri" w:cs="Calibri"/>
                <w:b/>
              </w:rPr>
            </w:pPr>
            <w:r w:rsidRPr="00EB5775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14:paraId="0784E92A" w14:textId="1BA050D1" w:rsidR="00EB5775" w:rsidRPr="00EB5775" w:rsidRDefault="00EB5775" w:rsidP="00EB5775">
            <w:pPr>
              <w:jc w:val="center"/>
              <w:rPr>
                <w:rFonts w:ascii="Calibri" w:hAnsi="Calibri" w:cs="Calibri"/>
                <w:b/>
              </w:rPr>
            </w:pPr>
            <w:r w:rsidRPr="00EB5775">
              <w:rPr>
                <w:rFonts w:ascii="Calibri" w:hAnsi="Calibri" w:cs="Calibri"/>
                <w:b/>
                <w:bCs/>
              </w:rPr>
              <w:t>6</w:t>
            </w:r>
          </w:p>
        </w:tc>
        <w:tc>
          <w:tcPr>
            <w:tcW w:w="3400" w:type="dxa"/>
          </w:tcPr>
          <w:p w14:paraId="511BB5AB" w14:textId="322CB1ED" w:rsidR="00EB5775" w:rsidRDefault="007E1331" w:rsidP="00EB5775">
            <w:pPr>
              <w:pStyle w:val="Header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Staff</w:t>
            </w:r>
            <w:r w:rsidR="00EB5775">
              <w:rPr>
                <w:rFonts w:ascii="Calibri" w:hAnsi="Calibri" w:cs="Calibri"/>
              </w:rPr>
              <w:t xml:space="preserve"> must have annual manual handling training</w:t>
            </w:r>
          </w:p>
          <w:p w14:paraId="2145DB83" w14:textId="108A9758" w:rsidR="00EB5775" w:rsidRDefault="00EB5775" w:rsidP="00EB5775">
            <w:pPr>
              <w:pStyle w:val="Header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Comply with the </w:t>
            </w:r>
            <w:r w:rsidR="00721B81">
              <w:rPr>
                <w:rFonts w:ascii="Calibri" w:hAnsi="Calibri" w:cs="Calibri"/>
              </w:rPr>
              <w:t xml:space="preserve">company </w:t>
            </w:r>
            <w:r>
              <w:rPr>
                <w:rFonts w:ascii="Calibri" w:hAnsi="Calibri" w:cs="Calibri"/>
              </w:rPr>
              <w:t xml:space="preserve">policy and </w:t>
            </w:r>
            <w:r w:rsidR="00AE3C53">
              <w:rPr>
                <w:rFonts w:ascii="Calibri" w:hAnsi="Calibri" w:cs="Calibri"/>
              </w:rPr>
              <w:t>procedure</w:t>
            </w:r>
            <w:r>
              <w:rPr>
                <w:rFonts w:ascii="Calibri" w:hAnsi="Calibri" w:cs="Calibri"/>
              </w:rPr>
              <w:t xml:space="preserve"> in place for manual handling</w:t>
            </w:r>
          </w:p>
          <w:p w14:paraId="3AFEC8DA" w14:textId="77777777" w:rsidR="00EB5775" w:rsidRDefault="00EB5775" w:rsidP="00EB5775">
            <w:pPr>
              <w:pStyle w:val="Header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Check route before moving ladders</w:t>
            </w:r>
          </w:p>
          <w:p w14:paraId="58346F8B" w14:textId="26A5A3BE" w:rsidR="00527C21" w:rsidRPr="007E1331" w:rsidRDefault="00527C21" w:rsidP="00527C21">
            <w:pPr>
              <w:pStyle w:val="Header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Ensure a manual handling risk assessment is completed.</w:t>
            </w:r>
          </w:p>
        </w:tc>
        <w:tc>
          <w:tcPr>
            <w:tcW w:w="3117" w:type="dxa"/>
          </w:tcPr>
          <w:p w14:paraId="235CFEAF" w14:textId="06A8939D" w:rsidR="00EB5775" w:rsidRPr="00527C21" w:rsidRDefault="00EB5775" w:rsidP="00527C21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27C21">
              <w:rPr>
                <w:rFonts w:asciiTheme="minorHAnsi" w:hAnsiTheme="minorHAnsi" w:cstheme="minorHAnsi"/>
                <w:sz w:val="20"/>
                <w:szCs w:val="20"/>
              </w:rPr>
              <w:t>Ensure ladders are on the ladder register and that they are safe for use.</w:t>
            </w:r>
          </w:p>
          <w:p w14:paraId="0C33A70F" w14:textId="267DE7C1" w:rsidR="00EB5775" w:rsidRPr="00527C21" w:rsidRDefault="00EB5775" w:rsidP="00527C21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27C21">
              <w:rPr>
                <w:rFonts w:asciiTheme="minorHAnsi" w:hAnsiTheme="minorHAnsi" w:cstheme="minorHAnsi"/>
                <w:sz w:val="20"/>
                <w:szCs w:val="20"/>
              </w:rPr>
              <w:t xml:space="preserve">When not in use ensure ladders are </w:t>
            </w:r>
            <w:r w:rsidR="00AE3C53" w:rsidRPr="00527C21">
              <w:rPr>
                <w:rFonts w:asciiTheme="minorHAnsi" w:hAnsiTheme="minorHAnsi" w:cstheme="minorHAnsi"/>
                <w:sz w:val="20"/>
                <w:szCs w:val="20"/>
              </w:rPr>
              <w:t>placed</w:t>
            </w:r>
            <w:r w:rsidRPr="00527C21">
              <w:rPr>
                <w:rFonts w:asciiTheme="minorHAnsi" w:hAnsiTheme="minorHAnsi" w:cstheme="minorHAnsi"/>
                <w:sz w:val="20"/>
                <w:szCs w:val="20"/>
              </w:rPr>
              <w:t xml:space="preserve"> on a stable footing and not left in a position where persons could fall or trip over them</w:t>
            </w:r>
            <w:r w:rsidR="00527C2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92DA404" w14:textId="422C4848" w:rsidR="00EB5775" w:rsidRPr="00527C21" w:rsidRDefault="00EB5775" w:rsidP="00527C21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27C21">
              <w:rPr>
                <w:rFonts w:asciiTheme="minorHAnsi" w:hAnsiTheme="minorHAnsi" w:cstheme="minorHAnsi"/>
                <w:sz w:val="20"/>
                <w:szCs w:val="20"/>
              </w:rPr>
              <w:t xml:space="preserve">After use ladder must be </w:t>
            </w:r>
            <w:r w:rsidR="00527C21" w:rsidRPr="00527C21">
              <w:rPr>
                <w:rFonts w:asciiTheme="minorHAnsi" w:hAnsiTheme="minorHAnsi" w:cstheme="minorHAnsi"/>
                <w:sz w:val="20"/>
                <w:szCs w:val="20"/>
              </w:rPr>
              <w:t>locked and secured to prevent trespasser use after office hrs.</w:t>
            </w:r>
            <w:r w:rsidRPr="00527C2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36F9E86C" w14:textId="31B6BBD8" w:rsidR="00EB5775" w:rsidRPr="00EB5775" w:rsidRDefault="00EB5775" w:rsidP="00EB5775">
            <w:pPr>
              <w:jc w:val="center"/>
              <w:rPr>
                <w:rFonts w:ascii="Calibri" w:hAnsi="Calibri" w:cs="Calibri"/>
                <w:b/>
              </w:rPr>
            </w:pPr>
            <w:r w:rsidRPr="00EB5775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2C564F34" w14:textId="4A510990" w:rsidR="00EB5775" w:rsidRPr="00EB5775" w:rsidRDefault="00EB5775" w:rsidP="00EB5775">
            <w:pPr>
              <w:jc w:val="center"/>
              <w:rPr>
                <w:rFonts w:ascii="Calibri" w:hAnsi="Calibri" w:cs="Calibri"/>
                <w:b/>
              </w:rPr>
            </w:pPr>
            <w:r w:rsidRPr="00EB5775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682" w:type="dxa"/>
            <w:vAlign w:val="center"/>
          </w:tcPr>
          <w:p w14:paraId="06293AD0" w14:textId="0FE5C78C" w:rsidR="00EB5775" w:rsidRPr="00EB5775" w:rsidRDefault="00EB5775" w:rsidP="00EB5775">
            <w:pPr>
              <w:jc w:val="center"/>
              <w:rPr>
                <w:rFonts w:ascii="Calibri" w:hAnsi="Calibri" w:cs="Calibri"/>
                <w:b/>
              </w:rPr>
            </w:pPr>
            <w:r w:rsidRPr="00EB5775">
              <w:rPr>
                <w:rFonts w:ascii="Calibri" w:hAnsi="Calibri" w:cs="Calibri"/>
                <w:b/>
              </w:rPr>
              <w:t>3</w:t>
            </w:r>
          </w:p>
        </w:tc>
      </w:tr>
      <w:tr w:rsidR="00EB5775" w:rsidRPr="00C458C3" w14:paraId="5C9A9848" w14:textId="77777777" w:rsidTr="00D86014">
        <w:trPr>
          <w:cantSplit/>
          <w:jc w:val="center"/>
        </w:trPr>
        <w:tc>
          <w:tcPr>
            <w:tcW w:w="1982" w:type="dxa"/>
          </w:tcPr>
          <w:p w14:paraId="0768D3E8" w14:textId="1928EDC4" w:rsidR="00EB5775" w:rsidRPr="00EB5775" w:rsidRDefault="00D34848" w:rsidP="00527C21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TAKING WATER SAMPLES AND TEMPERATURE MEASUREMENTS</w:t>
            </w:r>
          </w:p>
        </w:tc>
        <w:tc>
          <w:tcPr>
            <w:tcW w:w="1991" w:type="dxa"/>
          </w:tcPr>
          <w:p w14:paraId="435D4575" w14:textId="0C36A32A" w:rsidR="00527C21" w:rsidRPr="00793F88" w:rsidRDefault="00527C21" w:rsidP="00EB5775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 w:rsidRPr="00793F88">
              <w:rPr>
                <w:rFonts w:ascii="Calibri" w:hAnsi="Calibri" w:cs="Calibri"/>
                <w:bCs/>
                <w:sz w:val="20"/>
                <w:szCs w:val="20"/>
              </w:rPr>
              <w:t>Dirty water</w:t>
            </w:r>
          </w:p>
          <w:p w14:paraId="271E440C" w14:textId="5261F6F6" w:rsidR="00527C21" w:rsidRPr="00793F88" w:rsidRDefault="00527C21" w:rsidP="00EB5775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 w:rsidRPr="00793F88">
              <w:rPr>
                <w:rFonts w:ascii="Calibri" w:hAnsi="Calibri" w:cs="Calibri"/>
                <w:bCs/>
                <w:sz w:val="20"/>
                <w:szCs w:val="20"/>
              </w:rPr>
              <w:t>Dirty tanks</w:t>
            </w:r>
          </w:p>
          <w:p w14:paraId="134C20D3" w14:textId="0B908FA6" w:rsidR="00527C21" w:rsidRPr="00793F88" w:rsidRDefault="00527C21" w:rsidP="00EB5775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 w:rsidRPr="00793F88">
              <w:rPr>
                <w:rFonts w:ascii="Calibri" w:hAnsi="Calibri" w:cs="Calibri"/>
                <w:bCs/>
                <w:sz w:val="20"/>
                <w:szCs w:val="20"/>
              </w:rPr>
              <w:t>Water temperature</w:t>
            </w:r>
          </w:p>
          <w:p w14:paraId="43E38E80" w14:textId="43367976" w:rsidR="00527C21" w:rsidRPr="00527C21" w:rsidRDefault="00AE3C53" w:rsidP="00EB5775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 w:rsidRPr="00793F88">
              <w:rPr>
                <w:rFonts w:ascii="Calibri" w:hAnsi="Calibri" w:cs="Calibri"/>
                <w:bCs/>
                <w:sz w:val="20"/>
                <w:szCs w:val="20"/>
              </w:rPr>
              <w:t>Aerosol</w:t>
            </w:r>
            <w:r w:rsidR="00527C21" w:rsidRPr="00793F88">
              <w:rPr>
                <w:rFonts w:ascii="Calibri" w:hAnsi="Calibri" w:cs="Calibri"/>
                <w:bCs/>
                <w:sz w:val="20"/>
                <w:szCs w:val="20"/>
              </w:rPr>
              <w:t xml:space="preserve"> sprays</w:t>
            </w:r>
          </w:p>
          <w:p w14:paraId="5B961C0F" w14:textId="1D428499" w:rsidR="00527C21" w:rsidRPr="00EB5775" w:rsidRDefault="00527C21" w:rsidP="00793F88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8" w:type="dxa"/>
          </w:tcPr>
          <w:p w14:paraId="0681C03B" w14:textId="77777777" w:rsidR="00793F88" w:rsidRPr="00721B81" w:rsidRDefault="00793F88" w:rsidP="00793F88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Site staff</w:t>
            </w:r>
          </w:p>
          <w:p w14:paraId="3AB84969" w14:textId="5BFC628A" w:rsidR="00793F88" w:rsidRPr="00721B81" w:rsidRDefault="00793F88" w:rsidP="00793F88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Others</w:t>
            </w:r>
          </w:p>
          <w:p w14:paraId="4D88A554" w14:textId="77777777" w:rsidR="00793F88" w:rsidRDefault="00793F88" w:rsidP="00793F88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1E1DA5EA" w14:textId="38DB3B8F" w:rsidR="00793F88" w:rsidRDefault="00793F88" w:rsidP="00793F88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EB5775">
              <w:rPr>
                <w:rFonts w:ascii="Calibri" w:hAnsi="Calibri" w:cs="Calibri"/>
                <w:sz w:val="20"/>
                <w:szCs w:val="20"/>
              </w:rPr>
              <w:t xml:space="preserve">Potential exposure to legionella bacteria </w:t>
            </w:r>
          </w:p>
          <w:p w14:paraId="7272B721" w14:textId="77777777" w:rsidR="00793F88" w:rsidRDefault="00793F88" w:rsidP="00793F88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Scalds/burns</w:t>
            </w:r>
          </w:p>
          <w:p w14:paraId="35E864E0" w14:textId="77777777" w:rsidR="00793F88" w:rsidRDefault="00793F88" w:rsidP="00793F88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Slip trip fall</w:t>
            </w:r>
          </w:p>
          <w:p w14:paraId="4E3F0921" w14:textId="17F76EC5" w:rsidR="00EB5775" w:rsidRPr="00EB5775" w:rsidRDefault="00EB5775" w:rsidP="00EB5775">
            <w:pPr>
              <w:rPr>
                <w:rFonts w:ascii="Calibri" w:hAnsi="Calibri" w:cs="Calibri"/>
              </w:rPr>
            </w:pPr>
          </w:p>
        </w:tc>
        <w:tc>
          <w:tcPr>
            <w:tcW w:w="426" w:type="dxa"/>
            <w:vAlign w:val="center"/>
          </w:tcPr>
          <w:p w14:paraId="634E1E16" w14:textId="1E469EBE" w:rsidR="00EB5775" w:rsidRPr="00EB5775" w:rsidRDefault="00EB5775" w:rsidP="00EB5775">
            <w:pPr>
              <w:jc w:val="center"/>
              <w:rPr>
                <w:rFonts w:ascii="Calibri" w:hAnsi="Calibri" w:cs="Calibri"/>
                <w:b/>
              </w:rPr>
            </w:pPr>
            <w:r w:rsidRPr="00EB5775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425" w:type="dxa"/>
            <w:vAlign w:val="center"/>
          </w:tcPr>
          <w:p w14:paraId="46E52FCC" w14:textId="1644986C" w:rsidR="00EB5775" w:rsidRPr="00EB5775" w:rsidRDefault="00EB5775" w:rsidP="00EB5775">
            <w:pPr>
              <w:jc w:val="center"/>
              <w:rPr>
                <w:rFonts w:ascii="Calibri" w:hAnsi="Calibri" w:cs="Calibri"/>
                <w:b/>
              </w:rPr>
            </w:pPr>
            <w:r w:rsidRPr="00EB5775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61677DF9" w14:textId="60981FF4" w:rsidR="00EB5775" w:rsidRPr="00EB5775" w:rsidRDefault="00EB5775" w:rsidP="00EB5775">
            <w:pPr>
              <w:jc w:val="center"/>
              <w:rPr>
                <w:rFonts w:ascii="Calibri" w:hAnsi="Calibri" w:cs="Calibri"/>
                <w:b/>
              </w:rPr>
            </w:pPr>
            <w:r w:rsidRPr="00EB5775">
              <w:rPr>
                <w:rFonts w:ascii="Calibri" w:hAnsi="Calibri" w:cs="Calibri"/>
                <w:b/>
              </w:rPr>
              <w:t>20</w:t>
            </w:r>
          </w:p>
        </w:tc>
        <w:tc>
          <w:tcPr>
            <w:tcW w:w="3400" w:type="dxa"/>
          </w:tcPr>
          <w:p w14:paraId="288E5547" w14:textId="77777777" w:rsidR="00EB5775" w:rsidRDefault="00EB5775" w:rsidP="00527C21">
            <w:pPr>
              <w:pStyle w:val="ListParagraph"/>
              <w:numPr>
                <w:ilvl w:val="0"/>
                <w:numId w:val="6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527C21">
              <w:rPr>
                <w:rFonts w:cs="Calibri"/>
                <w:sz w:val="20"/>
                <w:szCs w:val="20"/>
              </w:rPr>
              <w:t>Avoid generation of aerosols.</w:t>
            </w:r>
          </w:p>
          <w:p w14:paraId="2FDCDD49" w14:textId="2D5B7D24" w:rsidR="00527C21" w:rsidRDefault="00527C21" w:rsidP="00527C21">
            <w:pPr>
              <w:pStyle w:val="ListParagraph"/>
              <w:numPr>
                <w:ilvl w:val="0"/>
                <w:numId w:val="6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If in doubt about a particular system, ensure RPE FFP</w:t>
            </w:r>
            <w:r w:rsidR="00316E94">
              <w:rPr>
                <w:rFonts w:cs="Calibri"/>
                <w:sz w:val="20"/>
                <w:szCs w:val="20"/>
              </w:rPr>
              <w:t>3 is</w:t>
            </w:r>
            <w:r>
              <w:rPr>
                <w:rFonts w:cs="Calibri"/>
                <w:sz w:val="20"/>
                <w:szCs w:val="20"/>
              </w:rPr>
              <w:t xml:space="preserve"> worn when testing</w:t>
            </w:r>
          </w:p>
          <w:p w14:paraId="3B1909EA" w14:textId="77777777" w:rsidR="00527C21" w:rsidRDefault="00527C21" w:rsidP="00527C21">
            <w:pPr>
              <w:pStyle w:val="ListParagraph"/>
              <w:numPr>
                <w:ilvl w:val="0"/>
                <w:numId w:val="6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All persons wearing tight fitting </w:t>
            </w:r>
            <w:r w:rsidR="00AE3C53">
              <w:rPr>
                <w:rFonts w:cs="Calibri"/>
                <w:sz w:val="20"/>
                <w:szCs w:val="20"/>
              </w:rPr>
              <w:t>RPE must</w:t>
            </w:r>
            <w:r>
              <w:rPr>
                <w:rFonts w:cs="Calibri"/>
                <w:sz w:val="20"/>
                <w:szCs w:val="20"/>
              </w:rPr>
              <w:t xml:space="preserve"> be face fit tested for their individual mask type.</w:t>
            </w:r>
          </w:p>
          <w:p w14:paraId="158A4017" w14:textId="088F2F04" w:rsidR="007E1331" w:rsidRPr="00527C21" w:rsidRDefault="007E1331" w:rsidP="007E1331">
            <w:pPr>
              <w:pStyle w:val="ListParagraph"/>
              <w:numPr>
                <w:ilvl w:val="0"/>
                <w:numId w:val="6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</w:t>
            </w:r>
            <w:r w:rsidRPr="007E1331">
              <w:rPr>
                <w:rFonts w:cs="Calibri"/>
                <w:sz w:val="20"/>
                <w:szCs w:val="20"/>
              </w:rPr>
              <w:t>eep aerosol effect low to reduce over spray</w:t>
            </w:r>
          </w:p>
        </w:tc>
        <w:tc>
          <w:tcPr>
            <w:tcW w:w="3117" w:type="dxa"/>
          </w:tcPr>
          <w:p w14:paraId="233B27BB" w14:textId="77777777" w:rsidR="00EB5775" w:rsidRDefault="00527C21" w:rsidP="007E1331">
            <w:pPr>
              <w:pStyle w:val="NoSpacing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Protective gloves must be worn when testing the hot water.</w:t>
            </w:r>
          </w:p>
          <w:p w14:paraId="7D1B987D" w14:textId="77777777" w:rsidR="00527C21" w:rsidRDefault="00527C21" w:rsidP="007E1331">
            <w:pPr>
              <w:pStyle w:val="NoSpacing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Wash hands after testing before eating drinking or smoking</w:t>
            </w:r>
          </w:p>
          <w:p w14:paraId="067E037F" w14:textId="77777777" w:rsidR="00527C21" w:rsidRDefault="00527C21" w:rsidP="007E1331">
            <w:pPr>
              <w:pStyle w:val="NoSpacing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Protective overalls to be worn in dirty areas</w:t>
            </w:r>
          </w:p>
          <w:p w14:paraId="139BC84A" w14:textId="5537831B" w:rsidR="00AE3C53" w:rsidRPr="00EB5775" w:rsidRDefault="00AE3C53" w:rsidP="007E1331">
            <w:pPr>
              <w:pStyle w:val="NoSpacing"/>
              <w:ind w:left="360"/>
              <w:rPr>
                <w:rFonts w:ascii="Calibri" w:hAnsi="Calibri" w:cs="Calibri"/>
              </w:rPr>
            </w:pPr>
          </w:p>
        </w:tc>
        <w:tc>
          <w:tcPr>
            <w:tcW w:w="425" w:type="dxa"/>
            <w:vAlign w:val="center"/>
          </w:tcPr>
          <w:p w14:paraId="5A5F8A56" w14:textId="40FC3B1D" w:rsidR="00EB5775" w:rsidRPr="00EB5775" w:rsidRDefault="00EB5775" w:rsidP="00EB5775">
            <w:pPr>
              <w:jc w:val="center"/>
              <w:rPr>
                <w:rFonts w:ascii="Calibri" w:hAnsi="Calibri" w:cs="Calibri"/>
                <w:b/>
              </w:rPr>
            </w:pPr>
            <w:r w:rsidRPr="00EB5775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1E4ADBB6" w14:textId="2774A2F3" w:rsidR="00EB5775" w:rsidRPr="00EB5775" w:rsidRDefault="00EB5775" w:rsidP="00EB5775">
            <w:pPr>
              <w:jc w:val="center"/>
              <w:rPr>
                <w:rFonts w:ascii="Calibri" w:hAnsi="Calibri" w:cs="Calibri"/>
                <w:b/>
              </w:rPr>
            </w:pPr>
            <w:r w:rsidRPr="00EB5775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682" w:type="dxa"/>
            <w:vAlign w:val="center"/>
          </w:tcPr>
          <w:p w14:paraId="38DBA01F" w14:textId="777CF48A" w:rsidR="00EB5775" w:rsidRPr="00EB5775" w:rsidRDefault="00EB5775" w:rsidP="00EB5775">
            <w:pPr>
              <w:jc w:val="center"/>
              <w:rPr>
                <w:rFonts w:ascii="Calibri" w:hAnsi="Calibri" w:cs="Calibri"/>
                <w:b/>
              </w:rPr>
            </w:pPr>
            <w:r w:rsidRPr="00EB5775">
              <w:rPr>
                <w:rFonts w:ascii="Calibri" w:hAnsi="Calibri" w:cs="Calibri"/>
                <w:b/>
              </w:rPr>
              <w:t>5</w:t>
            </w:r>
          </w:p>
        </w:tc>
      </w:tr>
    </w:tbl>
    <w:p w14:paraId="31D0E5E3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C458C3" w:rsidRPr="00307A0C" w14:paraId="1D9FE0DD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3610063D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1FCC24A9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75A71A58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26AA8F97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785363CD" w14:textId="77777777" w:rsidR="00C458C3" w:rsidRPr="00307A0C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3228A868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5CD17E36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6BE3D50D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1E714218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7A015B9F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2124D8DA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C458C3" w:rsidRPr="00307A0C" w14:paraId="04DE487B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1982449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358D570D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0A51688A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70242F4D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37378D84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693CD43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5DA57ACC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3064CEE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66187B9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06A092F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5932972C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AE3C53" w:rsidRPr="00C458C3" w14:paraId="7CC4587C" w14:textId="77777777" w:rsidTr="00864989">
        <w:trPr>
          <w:cantSplit/>
          <w:jc w:val="center"/>
        </w:trPr>
        <w:tc>
          <w:tcPr>
            <w:tcW w:w="1982" w:type="dxa"/>
          </w:tcPr>
          <w:p w14:paraId="074D2DDD" w14:textId="03E2FC21" w:rsidR="00AE3C53" w:rsidRPr="00FB19A6" w:rsidRDefault="00D34848" w:rsidP="00AE3C53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  <w:r w:rsidRPr="00EB5775">
              <w:rPr>
                <w:rFonts w:ascii="Calibri" w:hAnsi="Calibri" w:cs="Calibri"/>
                <w:b/>
              </w:rPr>
              <w:t>WORKING FROM LADDER OR STEPLADDER</w:t>
            </w:r>
          </w:p>
        </w:tc>
        <w:tc>
          <w:tcPr>
            <w:tcW w:w="1991" w:type="dxa"/>
          </w:tcPr>
          <w:p w14:paraId="3C9EA31A" w14:textId="6316AC26" w:rsidR="00AE3C53" w:rsidRPr="00721B81" w:rsidRDefault="00AE3C53" w:rsidP="00AE3C53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>Working at height</w:t>
            </w:r>
          </w:p>
          <w:p w14:paraId="77D70B03" w14:textId="2B8C32BF" w:rsidR="00AE3C53" w:rsidRPr="00721B81" w:rsidRDefault="00AE3C53" w:rsidP="00AE3C53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>Defective ladder/equipment</w:t>
            </w:r>
          </w:p>
          <w:p w14:paraId="3C838C73" w14:textId="6DF366A3" w:rsidR="00AE3C53" w:rsidRPr="00721B81" w:rsidRDefault="00AE3C53" w:rsidP="00AE3C53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>Tools</w:t>
            </w:r>
          </w:p>
          <w:p w14:paraId="2DB55A86" w14:textId="326E1DAD" w:rsidR="00AE3C53" w:rsidRPr="00721B81" w:rsidRDefault="00AE3C53" w:rsidP="00AE3C53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>Uneven ground</w:t>
            </w:r>
          </w:p>
          <w:p w14:paraId="45753F0D" w14:textId="789AC748" w:rsidR="00AE3C53" w:rsidRPr="00721B81" w:rsidRDefault="00AE3C53" w:rsidP="00AE3C53">
            <w:pPr>
              <w:rPr>
                <w:rFonts w:ascii="Calibri" w:hAnsi="Calibri" w:cs="Calibri"/>
                <w:bCs/>
              </w:rPr>
            </w:pPr>
          </w:p>
          <w:p w14:paraId="0FD19616" w14:textId="761F273C" w:rsidR="00AE3C53" w:rsidRPr="00721B81" w:rsidRDefault="00AE3C53" w:rsidP="00793F8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8" w:type="dxa"/>
          </w:tcPr>
          <w:p w14:paraId="5CE9FE4B" w14:textId="797520D6" w:rsidR="00AE3C53" w:rsidRPr="00721B81" w:rsidRDefault="00793F88" w:rsidP="00AE3C53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Site staff</w:t>
            </w:r>
          </w:p>
          <w:p w14:paraId="1D79988C" w14:textId="3B899485" w:rsidR="00793F88" w:rsidRPr="00721B81" w:rsidRDefault="00793F88" w:rsidP="00AE3C53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Others</w:t>
            </w:r>
          </w:p>
          <w:p w14:paraId="544B1EE4" w14:textId="60ED0291" w:rsidR="00793F88" w:rsidRDefault="00793F88" w:rsidP="00AE3C53">
            <w:pPr>
              <w:rPr>
                <w:rFonts w:ascii="Calibri" w:hAnsi="Calibri" w:cs="Calibri"/>
              </w:rPr>
            </w:pPr>
          </w:p>
          <w:p w14:paraId="2F6BFF42" w14:textId="77777777" w:rsidR="00793F88" w:rsidRDefault="00793F88" w:rsidP="00793F88">
            <w:pPr>
              <w:rPr>
                <w:rFonts w:ascii="Calibri" w:hAnsi="Calibri" w:cs="Calibri"/>
              </w:rPr>
            </w:pPr>
            <w:r w:rsidRPr="00EB5775">
              <w:rPr>
                <w:rFonts w:ascii="Calibri" w:hAnsi="Calibri" w:cs="Calibri"/>
              </w:rPr>
              <w:t>Fall from height</w:t>
            </w:r>
          </w:p>
          <w:p w14:paraId="5D2C599F" w14:textId="77777777" w:rsidR="00793F88" w:rsidRDefault="00793F88" w:rsidP="00793F8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Falls of materials</w:t>
            </w:r>
          </w:p>
          <w:p w14:paraId="09771004" w14:textId="77777777" w:rsidR="00793F88" w:rsidRDefault="00793F88" w:rsidP="00793F8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Falls of tools</w:t>
            </w:r>
          </w:p>
          <w:p w14:paraId="37AE2878" w14:textId="77777777" w:rsidR="00793F88" w:rsidRDefault="00793F88" w:rsidP="00793F8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Fall of ladder</w:t>
            </w:r>
          </w:p>
          <w:p w14:paraId="2F535438" w14:textId="77777777" w:rsidR="00793F88" w:rsidRPr="00EB5775" w:rsidRDefault="00793F88" w:rsidP="00793F8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Serious personal injury</w:t>
            </w:r>
          </w:p>
          <w:p w14:paraId="7F886A89" w14:textId="77777777" w:rsidR="00793F88" w:rsidRPr="00EB5775" w:rsidRDefault="00793F88" w:rsidP="00AE3C53">
            <w:pPr>
              <w:rPr>
                <w:rFonts w:ascii="Calibri" w:hAnsi="Calibri" w:cs="Calibri"/>
              </w:rPr>
            </w:pPr>
          </w:p>
          <w:p w14:paraId="037F8080" w14:textId="18AEE359" w:rsidR="00AE3C53" w:rsidRPr="00120B07" w:rsidRDefault="00AE3C53" w:rsidP="00AE3C5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4D7172C2" w14:textId="5284CE55" w:rsidR="00AE3C53" w:rsidRPr="00C250B0" w:rsidRDefault="00AE3C53" w:rsidP="00AE3C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775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144C6887" w14:textId="4BEC7C61" w:rsidR="00AE3C53" w:rsidRPr="00C250B0" w:rsidRDefault="00AE3C53" w:rsidP="00AE3C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775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5252B3AC" w14:textId="4A6C657C" w:rsidR="00AE3C53" w:rsidRPr="00C250B0" w:rsidRDefault="00AE3C53" w:rsidP="00AE3C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775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3400" w:type="dxa"/>
          </w:tcPr>
          <w:p w14:paraId="73B09592" w14:textId="41FDE485" w:rsidR="00AE3C53" w:rsidRDefault="00AE3C53" w:rsidP="00AE3C53">
            <w:pPr>
              <w:pStyle w:val="ListParagraph"/>
              <w:numPr>
                <w:ilvl w:val="0"/>
                <w:numId w:val="6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EB5775">
              <w:rPr>
                <w:rFonts w:cs="Calibri"/>
                <w:sz w:val="20"/>
                <w:szCs w:val="20"/>
              </w:rPr>
              <w:t xml:space="preserve">Only controlled </w:t>
            </w:r>
            <w:r w:rsidR="007E1331">
              <w:rPr>
                <w:rFonts w:cs="Calibri"/>
                <w:sz w:val="20"/>
                <w:szCs w:val="20"/>
              </w:rPr>
              <w:t xml:space="preserve">work at height </w:t>
            </w:r>
            <w:r w:rsidRPr="00EB5775">
              <w:rPr>
                <w:rFonts w:cs="Calibri"/>
                <w:sz w:val="20"/>
                <w:szCs w:val="20"/>
              </w:rPr>
              <w:t xml:space="preserve">equipment supplied </w:t>
            </w:r>
            <w:r>
              <w:rPr>
                <w:rFonts w:cs="Calibri"/>
                <w:sz w:val="20"/>
                <w:szCs w:val="20"/>
              </w:rPr>
              <w:t xml:space="preserve">by the </w:t>
            </w:r>
            <w:r w:rsidR="00721B81">
              <w:rPr>
                <w:rFonts w:cs="Calibri"/>
                <w:sz w:val="20"/>
                <w:szCs w:val="20"/>
              </w:rPr>
              <w:t xml:space="preserve">company </w:t>
            </w:r>
            <w:r w:rsidRPr="00EB5775">
              <w:rPr>
                <w:rFonts w:cs="Calibri"/>
                <w:sz w:val="20"/>
                <w:szCs w:val="20"/>
              </w:rPr>
              <w:t>to be used.</w:t>
            </w:r>
          </w:p>
          <w:p w14:paraId="142D1948" w14:textId="2AAC26BF" w:rsidR="00AE3C53" w:rsidRDefault="00AE3C53" w:rsidP="00AE3C53">
            <w:pPr>
              <w:pStyle w:val="ListParagraph"/>
              <w:numPr>
                <w:ilvl w:val="0"/>
                <w:numId w:val="6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Staff are not permitted to use contractor equipment or ladders</w:t>
            </w:r>
          </w:p>
          <w:p w14:paraId="295748CD" w14:textId="46114BA8" w:rsidR="00AE3C53" w:rsidRDefault="00AE3C53" w:rsidP="00AE3C53">
            <w:pPr>
              <w:pStyle w:val="ListParagraph"/>
              <w:numPr>
                <w:ilvl w:val="0"/>
                <w:numId w:val="6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Tool belts must be worn when using tools and other equipment</w:t>
            </w:r>
          </w:p>
          <w:p w14:paraId="2090504A" w14:textId="2D60AF63" w:rsidR="009C56C0" w:rsidRDefault="009C56C0" w:rsidP="00AE3C53">
            <w:pPr>
              <w:pStyle w:val="ListParagraph"/>
              <w:numPr>
                <w:ilvl w:val="0"/>
                <w:numId w:val="6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Ensure the working area is cordoned off.</w:t>
            </w:r>
          </w:p>
          <w:p w14:paraId="287820B3" w14:textId="70176422" w:rsidR="00AE3C53" w:rsidRPr="00EB5775" w:rsidRDefault="00AE3C53" w:rsidP="00AE3C53">
            <w:pPr>
              <w:pStyle w:val="ListParagraph"/>
              <w:tabs>
                <w:tab w:val="left" w:pos="473"/>
              </w:tabs>
              <w:ind w:left="360"/>
              <w:contextualSpacing/>
              <w:rPr>
                <w:rFonts w:cs="Calibri"/>
                <w:sz w:val="20"/>
                <w:szCs w:val="20"/>
              </w:rPr>
            </w:pPr>
          </w:p>
          <w:p w14:paraId="714D5474" w14:textId="77777777" w:rsidR="00AE3C53" w:rsidRDefault="00AE3C53" w:rsidP="00AE3C53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7" w:type="dxa"/>
          </w:tcPr>
          <w:p w14:paraId="5866ED09" w14:textId="3148AE1D" w:rsidR="00AE3C53" w:rsidRDefault="00AE3C53" w:rsidP="00AE3C53">
            <w:pPr>
              <w:pStyle w:val="ListParagraph"/>
              <w:numPr>
                <w:ilvl w:val="0"/>
                <w:numId w:val="6"/>
              </w:numPr>
              <w:contextualSpacing/>
              <w:rPr>
                <w:rFonts w:cs="Calibri"/>
                <w:sz w:val="20"/>
                <w:szCs w:val="20"/>
              </w:rPr>
            </w:pPr>
            <w:r w:rsidRPr="00EB5775">
              <w:rPr>
                <w:rFonts w:cs="Calibri"/>
                <w:sz w:val="20"/>
                <w:szCs w:val="20"/>
              </w:rPr>
              <w:t>Avoid working from ladders when possible</w:t>
            </w:r>
          </w:p>
          <w:p w14:paraId="1A05056E" w14:textId="77777777" w:rsidR="00AE3C53" w:rsidRDefault="00AE3C53" w:rsidP="00AE3C53">
            <w:pPr>
              <w:pStyle w:val="ListParagraph"/>
              <w:numPr>
                <w:ilvl w:val="0"/>
                <w:numId w:val="6"/>
              </w:numPr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Ladder work is only permitted for a total time of 15minuites.</w:t>
            </w:r>
          </w:p>
          <w:p w14:paraId="4C4C4EF9" w14:textId="7D8C91E7" w:rsidR="00AE3C53" w:rsidRPr="00EB5775" w:rsidRDefault="00AE3C53" w:rsidP="00AE3C53">
            <w:pPr>
              <w:pStyle w:val="ListParagraph"/>
              <w:numPr>
                <w:ilvl w:val="0"/>
                <w:numId w:val="6"/>
              </w:numPr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If the working time exceeds 15 minutes, work must stop and a further work at height risk assessment completed detailing other appropriate and suitable methods of continuing with the works. E.g. use of mobile scaffold tower, temporary platform.</w:t>
            </w:r>
          </w:p>
          <w:p w14:paraId="2C8ADC69" w14:textId="37E8918A" w:rsidR="00AE3C53" w:rsidRPr="00CA76EE" w:rsidRDefault="00AE3C53" w:rsidP="00AE3C53">
            <w:pPr>
              <w:pStyle w:val="ListParagraph"/>
              <w:numPr>
                <w:ilvl w:val="0"/>
                <w:numId w:val="6"/>
              </w:numPr>
              <w:contextualSpacing/>
              <w:rPr>
                <w:rFonts w:asciiTheme="minorHAnsi" w:hAnsiTheme="minorHAnsi" w:cstheme="minorHAnsi"/>
              </w:rPr>
            </w:pPr>
            <w:r w:rsidRPr="00EB5775">
              <w:rPr>
                <w:rFonts w:cs="Calibri"/>
                <w:sz w:val="20"/>
                <w:szCs w:val="20"/>
              </w:rPr>
              <w:t xml:space="preserve">Comply </w:t>
            </w:r>
            <w:r w:rsidR="00721B81">
              <w:rPr>
                <w:rFonts w:cs="Calibri"/>
                <w:sz w:val="20"/>
                <w:szCs w:val="20"/>
              </w:rPr>
              <w:t>with the company</w:t>
            </w:r>
            <w:r>
              <w:rPr>
                <w:rFonts w:cs="Calibri"/>
                <w:sz w:val="20"/>
                <w:szCs w:val="20"/>
              </w:rPr>
              <w:t xml:space="preserve"> policy and procedure for working at height.</w:t>
            </w:r>
          </w:p>
        </w:tc>
        <w:tc>
          <w:tcPr>
            <w:tcW w:w="425" w:type="dxa"/>
            <w:vAlign w:val="center"/>
          </w:tcPr>
          <w:p w14:paraId="66366B6E" w14:textId="25AE0D94" w:rsidR="00AE3C53" w:rsidRPr="00C250B0" w:rsidRDefault="00AE3C53" w:rsidP="00AE3C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775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50C43925" w14:textId="214BBFA2" w:rsidR="00AE3C53" w:rsidRPr="00C250B0" w:rsidRDefault="00AE3C53" w:rsidP="00AE3C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775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682" w:type="dxa"/>
            <w:vAlign w:val="center"/>
          </w:tcPr>
          <w:p w14:paraId="12D126A6" w14:textId="0C455885" w:rsidR="00AE3C53" w:rsidRPr="00C250B0" w:rsidRDefault="00AE3C53" w:rsidP="00AE3C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5775">
              <w:rPr>
                <w:rFonts w:ascii="Calibri" w:hAnsi="Calibri" w:cs="Calibri"/>
                <w:b/>
              </w:rPr>
              <w:t>5</w:t>
            </w:r>
          </w:p>
        </w:tc>
      </w:tr>
      <w:tr w:rsidR="009C56C0" w:rsidRPr="00C458C3" w14:paraId="6AC061C4" w14:textId="77777777" w:rsidTr="009C56C0">
        <w:trPr>
          <w:cantSplit/>
          <w:jc w:val="center"/>
        </w:trPr>
        <w:tc>
          <w:tcPr>
            <w:tcW w:w="1982" w:type="dxa"/>
          </w:tcPr>
          <w:p w14:paraId="14113182" w14:textId="31A8D22A" w:rsidR="009C56C0" w:rsidRPr="009C56C0" w:rsidRDefault="00D34848" w:rsidP="009C56C0">
            <w:pPr>
              <w:rPr>
                <w:rFonts w:ascii="Calibri" w:hAnsi="Calibri" w:cs="Calibri"/>
                <w:b/>
              </w:rPr>
            </w:pPr>
            <w:r w:rsidRPr="009C56C0">
              <w:rPr>
                <w:rFonts w:ascii="Calibri" w:hAnsi="Calibri" w:cs="Calibri"/>
                <w:b/>
              </w:rPr>
              <w:t>WORKING AT HEIGHT ADJACENT TO AN EDGE</w:t>
            </w:r>
          </w:p>
          <w:p w14:paraId="72A4FF72" w14:textId="77777777" w:rsidR="009C56C0" w:rsidRPr="009C56C0" w:rsidRDefault="009C56C0" w:rsidP="009C56C0">
            <w:pPr>
              <w:rPr>
                <w:rFonts w:ascii="Calibri" w:hAnsi="Calibri" w:cs="Calibri"/>
              </w:rPr>
            </w:pPr>
          </w:p>
          <w:p w14:paraId="1383975E" w14:textId="6F225B30" w:rsidR="009C56C0" w:rsidRPr="009C56C0" w:rsidRDefault="009C56C0" w:rsidP="009C56C0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</w:rPr>
            </w:pPr>
          </w:p>
        </w:tc>
        <w:tc>
          <w:tcPr>
            <w:tcW w:w="1991" w:type="dxa"/>
          </w:tcPr>
          <w:p w14:paraId="3EE8B399" w14:textId="151BEC1C" w:rsidR="009C56C0" w:rsidRPr="00721B81" w:rsidRDefault="009C56C0" w:rsidP="009C56C0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>Fall from height</w:t>
            </w:r>
          </w:p>
          <w:p w14:paraId="6B3DAA56" w14:textId="4F024DAF" w:rsidR="009C56C0" w:rsidRPr="00721B81" w:rsidRDefault="009C56C0" w:rsidP="009C56C0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>Fall of equipment or tools</w:t>
            </w:r>
          </w:p>
          <w:p w14:paraId="266B079F" w14:textId="79B8B514" w:rsidR="009C56C0" w:rsidRPr="00721B81" w:rsidRDefault="009C56C0" w:rsidP="009C56C0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>Unprotected edge</w:t>
            </w:r>
          </w:p>
          <w:p w14:paraId="3E07B7ED" w14:textId="77777777" w:rsidR="009C56C0" w:rsidRPr="00721B81" w:rsidRDefault="009C56C0" w:rsidP="009C56C0">
            <w:pPr>
              <w:rPr>
                <w:rFonts w:ascii="Calibri" w:hAnsi="Calibri" w:cs="Calibri"/>
                <w:bCs/>
              </w:rPr>
            </w:pPr>
          </w:p>
          <w:p w14:paraId="3A52B09D" w14:textId="26A59545" w:rsidR="009C56C0" w:rsidRPr="00721B81" w:rsidRDefault="009C56C0" w:rsidP="00721B81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58" w:type="dxa"/>
          </w:tcPr>
          <w:p w14:paraId="550822AD" w14:textId="77777777" w:rsidR="00793F88" w:rsidRPr="00721B81" w:rsidRDefault="00793F88" w:rsidP="00793F88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Site staff</w:t>
            </w:r>
          </w:p>
          <w:p w14:paraId="34272003" w14:textId="6A014750" w:rsidR="00793F88" w:rsidRDefault="00793F88" w:rsidP="00793F88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Others</w:t>
            </w:r>
          </w:p>
          <w:p w14:paraId="4E19C6C4" w14:textId="4DEB2CF6" w:rsidR="00721B81" w:rsidRDefault="00721B81" w:rsidP="00793F88">
            <w:pPr>
              <w:rPr>
                <w:rFonts w:ascii="Calibri" w:hAnsi="Calibri" w:cs="Calibri"/>
                <w:b/>
                <w:bCs/>
              </w:rPr>
            </w:pPr>
          </w:p>
          <w:p w14:paraId="7F3900DF" w14:textId="77777777" w:rsidR="00721B81" w:rsidRDefault="00721B81" w:rsidP="00721B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Serious personal injury</w:t>
            </w:r>
          </w:p>
          <w:p w14:paraId="48E356D5" w14:textId="77777777" w:rsidR="00721B81" w:rsidRPr="009C56C0" w:rsidRDefault="00721B81" w:rsidP="00721B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Injury to persons below</w:t>
            </w:r>
          </w:p>
          <w:p w14:paraId="5228B873" w14:textId="77777777" w:rsidR="00721B81" w:rsidRPr="00721B81" w:rsidRDefault="00721B81" w:rsidP="00793F88">
            <w:pPr>
              <w:rPr>
                <w:rFonts w:ascii="Calibri" w:hAnsi="Calibri" w:cs="Calibri"/>
                <w:b/>
                <w:bCs/>
              </w:rPr>
            </w:pPr>
          </w:p>
          <w:p w14:paraId="516DAE29" w14:textId="0805695B" w:rsidR="009C56C0" w:rsidRPr="009C56C0" w:rsidRDefault="009C56C0" w:rsidP="009C56C0">
            <w:pPr>
              <w:rPr>
                <w:rFonts w:ascii="Calibri" w:hAnsi="Calibri" w:cs="Calibri"/>
              </w:rPr>
            </w:pPr>
          </w:p>
        </w:tc>
        <w:tc>
          <w:tcPr>
            <w:tcW w:w="426" w:type="dxa"/>
            <w:vAlign w:val="center"/>
          </w:tcPr>
          <w:p w14:paraId="77BF3495" w14:textId="4410403A" w:rsidR="009C56C0" w:rsidRPr="009C56C0" w:rsidRDefault="009C56C0" w:rsidP="009C56C0">
            <w:pPr>
              <w:jc w:val="center"/>
              <w:rPr>
                <w:rFonts w:ascii="Calibri" w:hAnsi="Calibri" w:cs="Calibri"/>
                <w:b/>
              </w:rPr>
            </w:pPr>
            <w:r w:rsidRPr="009C56C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3E7CD30A" w14:textId="77777777" w:rsidR="009C56C0" w:rsidRPr="009C56C0" w:rsidRDefault="009C56C0" w:rsidP="009C56C0">
            <w:pPr>
              <w:jc w:val="center"/>
              <w:rPr>
                <w:rFonts w:ascii="Calibri" w:hAnsi="Calibri" w:cs="Calibri"/>
                <w:b/>
              </w:rPr>
            </w:pPr>
          </w:p>
          <w:p w14:paraId="55B9003F" w14:textId="77777777" w:rsidR="009C56C0" w:rsidRPr="009C56C0" w:rsidRDefault="009C56C0" w:rsidP="009C56C0">
            <w:pPr>
              <w:jc w:val="center"/>
              <w:rPr>
                <w:rFonts w:ascii="Calibri" w:hAnsi="Calibri" w:cs="Calibri"/>
                <w:b/>
              </w:rPr>
            </w:pPr>
            <w:r w:rsidRPr="009C56C0">
              <w:rPr>
                <w:rFonts w:ascii="Calibri" w:hAnsi="Calibri" w:cs="Calibri"/>
                <w:b/>
              </w:rPr>
              <w:t>5</w:t>
            </w:r>
          </w:p>
          <w:p w14:paraId="7D512239" w14:textId="4AE78ABD" w:rsidR="009C56C0" w:rsidRPr="009C56C0" w:rsidRDefault="009C56C0" w:rsidP="009C56C0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09" w:type="dxa"/>
            <w:vAlign w:val="center"/>
          </w:tcPr>
          <w:p w14:paraId="2C9AECB4" w14:textId="354B5405" w:rsidR="009C56C0" w:rsidRPr="009C56C0" w:rsidRDefault="009C56C0" w:rsidP="009C56C0">
            <w:pPr>
              <w:jc w:val="center"/>
              <w:rPr>
                <w:rFonts w:ascii="Calibri" w:hAnsi="Calibri" w:cs="Calibri"/>
                <w:b/>
              </w:rPr>
            </w:pPr>
            <w:r w:rsidRPr="009C56C0">
              <w:rPr>
                <w:rFonts w:ascii="Calibri" w:hAnsi="Calibri" w:cs="Calibri"/>
                <w:b/>
              </w:rPr>
              <w:t>15</w:t>
            </w:r>
          </w:p>
        </w:tc>
        <w:tc>
          <w:tcPr>
            <w:tcW w:w="3400" w:type="dxa"/>
          </w:tcPr>
          <w:p w14:paraId="7076D7C9" w14:textId="1F9CE1C3" w:rsidR="009C56C0" w:rsidRDefault="009C56C0" w:rsidP="009C56C0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Working at height risk assessment to be completed.</w:t>
            </w:r>
          </w:p>
          <w:p w14:paraId="25E30335" w14:textId="484093E7" w:rsidR="009C56C0" w:rsidRPr="009C56C0" w:rsidRDefault="009C56C0" w:rsidP="009C56C0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9C56C0">
              <w:rPr>
                <w:rFonts w:cs="Calibri"/>
                <w:sz w:val="20"/>
                <w:szCs w:val="20"/>
              </w:rPr>
              <w:t xml:space="preserve">Edge protection or fall arrest to be provided. </w:t>
            </w:r>
          </w:p>
          <w:p w14:paraId="7B26BE7F" w14:textId="042F280F" w:rsidR="009C56C0" w:rsidRPr="009C56C0" w:rsidRDefault="009C56C0" w:rsidP="009C56C0">
            <w:pPr>
              <w:pStyle w:val="ListParagraph"/>
              <w:ind w:left="360"/>
              <w:rPr>
                <w:rFonts w:eastAsia="Times New Roman" w:cs="Calibri"/>
                <w:sz w:val="20"/>
                <w:szCs w:val="20"/>
              </w:rPr>
            </w:pPr>
            <w:r w:rsidRPr="009C56C0">
              <w:rPr>
                <w:rFonts w:cs="Calibri"/>
                <w:sz w:val="20"/>
                <w:szCs w:val="20"/>
              </w:rPr>
              <w:t xml:space="preserve">Comply with </w:t>
            </w:r>
            <w:r w:rsidR="00721B81">
              <w:rPr>
                <w:rFonts w:cs="Calibri"/>
                <w:sz w:val="20"/>
                <w:szCs w:val="20"/>
              </w:rPr>
              <w:t>company</w:t>
            </w:r>
            <w:r>
              <w:rPr>
                <w:rFonts w:cs="Calibri"/>
                <w:sz w:val="20"/>
                <w:szCs w:val="20"/>
              </w:rPr>
              <w:t xml:space="preserve"> policy and procedure for working at height</w:t>
            </w:r>
          </w:p>
        </w:tc>
        <w:tc>
          <w:tcPr>
            <w:tcW w:w="3117" w:type="dxa"/>
          </w:tcPr>
          <w:p w14:paraId="46FDDC11" w14:textId="77777777" w:rsidR="009C56C0" w:rsidRDefault="009C56C0" w:rsidP="009C56C0">
            <w:pPr>
              <w:pStyle w:val="NoSpacing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9C56C0">
              <w:rPr>
                <w:rFonts w:ascii="Calibri" w:hAnsi="Calibri" w:cs="Calibri"/>
              </w:rPr>
              <w:t>Fall arrest training to be provided prior to use of equipment.</w:t>
            </w:r>
          </w:p>
          <w:p w14:paraId="74D4E24D" w14:textId="75A9439E" w:rsidR="009C56C0" w:rsidRDefault="009C56C0" w:rsidP="009C56C0">
            <w:pPr>
              <w:pStyle w:val="NoSpacing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Work at height training to be completed annually.</w:t>
            </w:r>
          </w:p>
          <w:p w14:paraId="73E55CE6" w14:textId="6A50A624" w:rsidR="009C56C0" w:rsidRDefault="009C56C0" w:rsidP="009C56C0">
            <w:pPr>
              <w:pStyle w:val="NoSpacing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Ensure tools and equipment are secure during works.</w:t>
            </w:r>
          </w:p>
          <w:p w14:paraId="402525E3" w14:textId="58D7B466" w:rsidR="009C56C0" w:rsidRPr="00E33331" w:rsidRDefault="009C56C0" w:rsidP="00E33331">
            <w:pPr>
              <w:pStyle w:val="NoSpacing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Staff to wear tool belts to minimise risk of dropping tools and equipment.</w:t>
            </w:r>
          </w:p>
        </w:tc>
        <w:tc>
          <w:tcPr>
            <w:tcW w:w="425" w:type="dxa"/>
            <w:vAlign w:val="center"/>
          </w:tcPr>
          <w:p w14:paraId="6C2B48EF" w14:textId="4805784E" w:rsidR="009C56C0" w:rsidRPr="009C56C0" w:rsidRDefault="009C56C0" w:rsidP="009C56C0">
            <w:pPr>
              <w:jc w:val="center"/>
              <w:rPr>
                <w:rFonts w:ascii="Calibri" w:hAnsi="Calibri" w:cs="Calibri"/>
                <w:b/>
              </w:rPr>
            </w:pPr>
            <w:r w:rsidRPr="009C56C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5399EE63" w14:textId="14E5239A" w:rsidR="009C56C0" w:rsidRPr="009C56C0" w:rsidRDefault="009C56C0" w:rsidP="009C56C0">
            <w:pPr>
              <w:jc w:val="center"/>
              <w:rPr>
                <w:rFonts w:ascii="Calibri" w:hAnsi="Calibri" w:cs="Calibri"/>
                <w:b/>
              </w:rPr>
            </w:pPr>
            <w:r w:rsidRPr="009C56C0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682" w:type="dxa"/>
            <w:vAlign w:val="center"/>
          </w:tcPr>
          <w:p w14:paraId="535B25A7" w14:textId="37DE7F9A" w:rsidR="009C56C0" w:rsidRPr="009C56C0" w:rsidRDefault="009C56C0" w:rsidP="009C56C0">
            <w:pPr>
              <w:jc w:val="center"/>
              <w:rPr>
                <w:rFonts w:ascii="Calibri" w:hAnsi="Calibri" w:cs="Calibri"/>
                <w:b/>
              </w:rPr>
            </w:pPr>
            <w:r w:rsidRPr="009C56C0">
              <w:rPr>
                <w:rFonts w:ascii="Calibri" w:hAnsi="Calibri" w:cs="Calibri"/>
                <w:b/>
              </w:rPr>
              <w:t>5</w:t>
            </w:r>
          </w:p>
        </w:tc>
      </w:tr>
      <w:tr w:rsidR="009C56C0" w:rsidRPr="00C458C3" w14:paraId="4AC18E5C" w14:textId="77777777" w:rsidTr="009C56C0">
        <w:trPr>
          <w:cantSplit/>
          <w:jc w:val="center"/>
        </w:trPr>
        <w:tc>
          <w:tcPr>
            <w:tcW w:w="1982" w:type="dxa"/>
          </w:tcPr>
          <w:p w14:paraId="55CFE88C" w14:textId="17D1DB7B" w:rsidR="009C56C0" w:rsidRPr="009C56C0" w:rsidRDefault="00D34848" w:rsidP="009C56C0">
            <w:pPr>
              <w:rPr>
                <w:rFonts w:ascii="Calibri" w:hAnsi="Calibri" w:cs="Calibri"/>
                <w:b/>
              </w:rPr>
            </w:pPr>
            <w:r w:rsidRPr="009C56C0">
              <w:rPr>
                <w:rFonts w:ascii="Calibri" w:hAnsi="Calibri" w:cs="Calibri"/>
                <w:b/>
              </w:rPr>
              <w:t>EXPOSURE TO EXCESSIVE NOISE</w:t>
            </w:r>
          </w:p>
        </w:tc>
        <w:tc>
          <w:tcPr>
            <w:tcW w:w="1991" w:type="dxa"/>
          </w:tcPr>
          <w:p w14:paraId="61DC1882" w14:textId="25638985" w:rsidR="009C56C0" w:rsidRPr="00721B81" w:rsidRDefault="009C56C0" w:rsidP="009C56C0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>Noisy equipment</w:t>
            </w:r>
          </w:p>
          <w:p w14:paraId="1BD045EC" w14:textId="77777777" w:rsidR="009C56C0" w:rsidRDefault="009C56C0" w:rsidP="009C56C0">
            <w:pPr>
              <w:rPr>
                <w:rFonts w:ascii="Calibri" w:hAnsi="Calibri" w:cs="Calibri"/>
              </w:rPr>
            </w:pPr>
          </w:p>
          <w:p w14:paraId="24191F53" w14:textId="4DE77E69" w:rsidR="009C56C0" w:rsidRPr="009C56C0" w:rsidRDefault="009C56C0" w:rsidP="009C56C0">
            <w:pPr>
              <w:rPr>
                <w:rFonts w:ascii="Calibri" w:hAnsi="Calibri" w:cs="Calibri"/>
              </w:rPr>
            </w:pPr>
          </w:p>
        </w:tc>
        <w:tc>
          <w:tcPr>
            <w:tcW w:w="1558" w:type="dxa"/>
          </w:tcPr>
          <w:p w14:paraId="5C03F2C6" w14:textId="77777777" w:rsidR="00793F88" w:rsidRPr="00721B81" w:rsidRDefault="00793F88" w:rsidP="00793F88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Site staff</w:t>
            </w:r>
          </w:p>
          <w:p w14:paraId="1E856E0C" w14:textId="44E97370" w:rsidR="00793F88" w:rsidRDefault="00793F88" w:rsidP="00793F88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Others</w:t>
            </w:r>
          </w:p>
          <w:p w14:paraId="0F42FB05" w14:textId="77777777" w:rsidR="00721B81" w:rsidRDefault="00721B81" w:rsidP="00721B81">
            <w:pPr>
              <w:rPr>
                <w:rFonts w:ascii="Calibri" w:hAnsi="Calibri" w:cs="Calibri"/>
              </w:rPr>
            </w:pPr>
          </w:p>
          <w:p w14:paraId="1B124983" w14:textId="7F021DED" w:rsidR="00721B81" w:rsidRDefault="00721B81" w:rsidP="00721B81">
            <w:pPr>
              <w:rPr>
                <w:rFonts w:ascii="Calibri" w:hAnsi="Calibri" w:cs="Calibri"/>
              </w:rPr>
            </w:pPr>
            <w:r w:rsidRPr="009C56C0">
              <w:rPr>
                <w:rFonts w:ascii="Calibri" w:hAnsi="Calibri" w:cs="Calibri"/>
              </w:rPr>
              <w:t>Noise induced Hearing loss</w:t>
            </w:r>
          </w:p>
          <w:p w14:paraId="4AFE5BBD" w14:textId="279AF6FD" w:rsidR="00721B81" w:rsidRPr="00721B81" w:rsidRDefault="00721B81" w:rsidP="00721B81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Temporary hearing damage</w:t>
            </w:r>
          </w:p>
          <w:p w14:paraId="72D36C2C" w14:textId="77777777" w:rsidR="009C56C0" w:rsidRPr="00721B81" w:rsidRDefault="009C56C0" w:rsidP="009C56C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6" w:type="dxa"/>
            <w:vAlign w:val="center"/>
          </w:tcPr>
          <w:p w14:paraId="33E9B697" w14:textId="67658AF5" w:rsidR="009C56C0" w:rsidRPr="009C56C0" w:rsidRDefault="009C56C0" w:rsidP="009C56C0">
            <w:pPr>
              <w:jc w:val="center"/>
              <w:rPr>
                <w:rFonts w:ascii="Calibri" w:hAnsi="Calibri" w:cs="Calibri"/>
                <w:b/>
              </w:rPr>
            </w:pPr>
            <w:r w:rsidRPr="009C56C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280E9A32" w14:textId="3D90D3E3" w:rsidR="009C56C0" w:rsidRPr="009C56C0" w:rsidRDefault="009C56C0" w:rsidP="009C56C0">
            <w:pPr>
              <w:jc w:val="center"/>
              <w:rPr>
                <w:rFonts w:ascii="Calibri" w:hAnsi="Calibri" w:cs="Calibri"/>
                <w:b/>
              </w:rPr>
            </w:pPr>
            <w:r w:rsidRPr="009C56C0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533E33C0" w14:textId="781D811B" w:rsidR="009C56C0" w:rsidRPr="009C56C0" w:rsidRDefault="009C56C0" w:rsidP="009C56C0">
            <w:pPr>
              <w:jc w:val="center"/>
              <w:rPr>
                <w:rFonts w:ascii="Calibri" w:hAnsi="Calibri" w:cs="Calibri"/>
                <w:b/>
              </w:rPr>
            </w:pPr>
            <w:r w:rsidRPr="009C56C0">
              <w:rPr>
                <w:rFonts w:ascii="Calibri" w:hAnsi="Calibri" w:cs="Calibri"/>
                <w:b/>
              </w:rPr>
              <w:t>8</w:t>
            </w:r>
          </w:p>
        </w:tc>
        <w:tc>
          <w:tcPr>
            <w:tcW w:w="3400" w:type="dxa"/>
          </w:tcPr>
          <w:p w14:paraId="67FBACE2" w14:textId="7824461E" w:rsidR="009C56C0" w:rsidRDefault="009C56C0" w:rsidP="009C56C0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9C56C0">
              <w:rPr>
                <w:rFonts w:cs="Calibri"/>
                <w:sz w:val="20"/>
                <w:szCs w:val="20"/>
              </w:rPr>
              <w:t>Suitable ear plugs</w:t>
            </w:r>
            <w:r>
              <w:rPr>
                <w:rFonts w:cs="Calibri"/>
                <w:sz w:val="20"/>
                <w:szCs w:val="20"/>
              </w:rPr>
              <w:t>/defenders</w:t>
            </w:r>
            <w:r w:rsidRPr="009C56C0">
              <w:rPr>
                <w:rFonts w:cs="Calibri"/>
                <w:sz w:val="20"/>
                <w:szCs w:val="20"/>
              </w:rPr>
              <w:t xml:space="preserve"> are available to </w:t>
            </w:r>
            <w:r>
              <w:rPr>
                <w:rFonts w:cs="Calibri"/>
                <w:sz w:val="20"/>
                <w:szCs w:val="20"/>
              </w:rPr>
              <w:t>staff</w:t>
            </w:r>
          </w:p>
          <w:p w14:paraId="408B5492" w14:textId="6044F610" w:rsidR="009C56C0" w:rsidRDefault="009C56C0" w:rsidP="009C56C0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9C56C0">
              <w:rPr>
                <w:rFonts w:cs="Calibri"/>
                <w:sz w:val="20"/>
                <w:szCs w:val="20"/>
              </w:rPr>
              <w:t xml:space="preserve">If </w:t>
            </w:r>
            <w:r w:rsidR="00316E94" w:rsidRPr="009C56C0">
              <w:rPr>
                <w:rFonts w:cs="Calibri"/>
                <w:sz w:val="20"/>
                <w:szCs w:val="20"/>
              </w:rPr>
              <w:t>possible,</w:t>
            </w:r>
            <w:r w:rsidRPr="009C56C0">
              <w:rPr>
                <w:rFonts w:cs="Calibri"/>
                <w:sz w:val="20"/>
                <w:szCs w:val="20"/>
              </w:rPr>
              <w:t xml:space="preserve"> employee to move away from area until noisy activity has ceased. </w:t>
            </w:r>
          </w:p>
          <w:p w14:paraId="14542073" w14:textId="67DC65E5" w:rsidR="009C56C0" w:rsidRPr="009C56C0" w:rsidRDefault="009C56C0" w:rsidP="009C56C0">
            <w:pPr>
              <w:tabs>
                <w:tab w:val="left" w:pos="473"/>
              </w:tabs>
              <w:contextualSpacing/>
              <w:rPr>
                <w:rFonts w:cs="Calibri"/>
              </w:rPr>
            </w:pPr>
          </w:p>
        </w:tc>
        <w:tc>
          <w:tcPr>
            <w:tcW w:w="3117" w:type="dxa"/>
          </w:tcPr>
          <w:p w14:paraId="38C61DFB" w14:textId="75363864" w:rsidR="009C56C0" w:rsidRDefault="009C56C0" w:rsidP="009C56C0">
            <w:pPr>
              <w:pStyle w:val="NoSpacing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9C56C0">
              <w:rPr>
                <w:rFonts w:ascii="Calibri" w:hAnsi="Calibri" w:cs="Calibri"/>
              </w:rPr>
              <w:t xml:space="preserve">If </w:t>
            </w:r>
            <w:r w:rsidR="00316E94" w:rsidRPr="009C56C0">
              <w:rPr>
                <w:rFonts w:ascii="Calibri" w:hAnsi="Calibri" w:cs="Calibri"/>
              </w:rPr>
              <w:t>possible,</w:t>
            </w:r>
            <w:r w:rsidRPr="009C56C0">
              <w:rPr>
                <w:rFonts w:ascii="Calibri" w:hAnsi="Calibri" w:cs="Calibri"/>
              </w:rPr>
              <w:t xml:space="preserve"> turn off noisy machine until completion of works</w:t>
            </w:r>
          </w:p>
          <w:p w14:paraId="7A6D8B21" w14:textId="5DB06050" w:rsidR="00721B81" w:rsidRPr="009C56C0" w:rsidRDefault="00721B81" w:rsidP="009C56C0">
            <w:pPr>
              <w:pStyle w:val="NoSpacing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Regular </w:t>
            </w:r>
            <w:r w:rsidR="00316E94">
              <w:rPr>
                <w:rFonts w:ascii="Calibri" w:hAnsi="Calibri" w:cs="Calibri"/>
              </w:rPr>
              <w:t>toolbox</w:t>
            </w:r>
            <w:r>
              <w:rPr>
                <w:rFonts w:ascii="Calibri" w:hAnsi="Calibri" w:cs="Calibri"/>
              </w:rPr>
              <w:t xml:space="preserve"> talks on the hazards and risks </w:t>
            </w:r>
            <w:r w:rsidR="00316E94">
              <w:rPr>
                <w:rFonts w:ascii="Calibri" w:hAnsi="Calibri" w:cs="Calibri"/>
              </w:rPr>
              <w:t>of</w:t>
            </w:r>
            <w:r>
              <w:rPr>
                <w:rFonts w:ascii="Calibri" w:hAnsi="Calibri" w:cs="Calibri"/>
              </w:rPr>
              <w:t xml:space="preserve"> noise</w:t>
            </w:r>
          </w:p>
        </w:tc>
        <w:tc>
          <w:tcPr>
            <w:tcW w:w="425" w:type="dxa"/>
            <w:vAlign w:val="center"/>
          </w:tcPr>
          <w:p w14:paraId="577F6966" w14:textId="1B2E3C7F" w:rsidR="009C56C0" w:rsidRPr="009C56C0" w:rsidRDefault="009C56C0" w:rsidP="009C56C0">
            <w:pPr>
              <w:jc w:val="center"/>
              <w:rPr>
                <w:rFonts w:ascii="Calibri" w:hAnsi="Calibri" w:cs="Calibri"/>
                <w:b/>
              </w:rPr>
            </w:pPr>
            <w:r w:rsidRPr="009C56C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4DFB43FF" w14:textId="57D3A3DC" w:rsidR="009C56C0" w:rsidRPr="009C56C0" w:rsidRDefault="009C56C0" w:rsidP="009C56C0">
            <w:pPr>
              <w:jc w:val="center"/>
              <w:rPr>
                <w:rFonts w:ascii="Calibri" w:hAnsi="Calibri" w:cs="Calibri"/>
                <w:b/>
              </w:rPr>
            </w:pPr>
            <w:r w:rsidRPr="009C56C0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682" w:type="dxa"/>
            <w:vAlign w:val="center"/>
          </w:tcPr>
          <w:p w14:paraId="3B6C7497" w14:textId="004DC286" w:rsidR="009C56C0" w:rsidRPr="009C56C0" w:rsidRDefault="009C56C0" w:rsidP="009C56C0">
            <w:pPr>
              <w:jc w:val="center"/>
              <w:rPr>
                <w:rFonts w:ascii="Calibri" w:hAnsi="Calibri" w:cs="Calibri"/>
                <w:b/>
              </w:rPr>
            </w:pPr>
            <w:r w:rsidRPr="009C56C0">
              <w:rPr>
                <w:rFonts w:ascii="Calibri" w:hAnsi="Calibri" w:cs="Calibri"/>
                <w:b/>
              </w:rPr>
              <w:t>4</w:t>
            </w:r>
          </w:p>
        </w:tc>
      </w:tr>
    </w:tbl>
    <w:p w14:paraId="71737DD5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0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552"/>
      </w:tblGrid>
      <w:tr w:rsidR="00745448" w:rsidRPr="00307A0C" w14:paraId="79DDA105" w14:textId="77777777" w:rsidTr="009C56C0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76AF4837" w14:textId="77777777" w:rsidR="00745448" w:rsidRPr="00307A0C" w:rsidRDefault="00745448" w:rsidP="009C56C0">
            <w:pPr>
              <w:jc w:val="center"/>
              <w:rPr>
                <w:rFonts w:asciiTheme="minorHAnsi" w:hAnsiTheme="minorHAnsi" w:cstheme="minorHAnsi"/>
                <w:b/>
              </w:rPr>
            </w:pPr>
            <w:bookmarkStart w:id="1" w:name="_Hlk32307142"/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3D725F4A" w14:textId="77777777" w:rsidR="00745448" w:rsidRPr="00307A0C" w:rsidRDefault="00745448" w:rsidP="009C56C0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67BE76B8" w14:textId="77777777" w:rsidR="00745448" w:rsidRPr="00FB19A6" w:rsidRDefault="00745448" w:rsidP="009C56C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10DD4CB6" w14:textId="77777777" w:rsidR="00745448" w:rsidRPr="00FB19A6" w:rsidRDefault="00745448" w:rsidP="009C56C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14D489C2" w14:textId="77777777" w:rsidR="00745448" w:rsidRPr="00307A0C" w:rsidRDefault="00745448" w:rsidP="009C56C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38B58E53" w14:textId="77777777" w:rsidR="00745448" w:rsidRPr="00307A0C" w:rsidRDefault="00745448" w:rsidP="009C56C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2821DE7F" w14:textId="77777777" w:rsidR="00745448" w:rsidRPr="00307A0C" w:rsidRDefault="00745448" w:rsidP="009C56C0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36616788" w14:textId="77777777" w:rsidR="00745448" w:rsidRPr="00307A0C" w:rsidRDefault="00745448" w:rsidP="009C56C0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51CDAB7D" w14:textId="77777777" w:rsidR="00745448" w:rsidRPr="00307A0C" w:rsidRDefault="00745448" w:rsidP="009C56C0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5A38C781" w14:textId="77777777" w:rsidR="00745448" w:rsidRPr="00307A0C" w:rsidRDefault="00745448" w:rsidP="009C56C0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403" w:type="dxa"/>
            <w:gridSpan w:val="3"/>
            <w:shd w:val="clear" w:color="auto" w:fill="B2A1C7" w:themeFill="accent4" w:themeFillTint="99"/>
          </w:tcPr>
          <w:p w14:paraId="4F4A8BAF" w14:textId="77777777" w:rsidR="00745448" w:rsidRPr="00307A0C" w:rsidRDefault="00745448" w:rsidP="009C56C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745448" w:rsidRPr="00307A0C" w14:paraId="76B56B71" w14:textId="77777777" w:rsidTr="009C56C0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467744F6" w14:textId="77777777" w:rsidR="00745448" w:rsidRPr="00307A0C" w:rsidRDefault="00745448" w:rsidP="009C56C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689D6CDA" w14:textId="77777777" w:rsidR="00745448" w:rsidRPr="00307A0C" w:rsidRDefault="00745448" w:rsidP="009C56C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7A65DF14" w14:textId="77777777" w:rsidR="00745448" w:rsidRPr="00307A0C" w:rsidRDefault="00745448" w:rsidP="009C56C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312BF415" w14:textId="77777777" w:rsidR="00745448" w:rsidRPr="00307A0C" w:rsidRDefault="00745448" w:rsidP="009C56C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7E3FA02B" w14:textId="77777777" w:rsidR="00745448" w:rsidRPr="00307A0C" w:rsidRDefault="00745448" w:rsidP="009C56C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69F089F4" w14:textId="77777777" w:rsidR="00745448" w:rsidRPr="00307A0C" w:rsidRDefault="00745448" w:rsidP="009C56C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4BE94B0E" w14:textId="77777777" w:rsidR="00745448" w:rsidRPr="00307A0C" w:rsidRDefault="00745448" w:rsidP="009C56C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4FF123C3" w14:textId="77777777" w:rsidR="00745448" w:rsidRPr="00307A0C" w:rsidRDefault="00745448" w:rsidP="009C56C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70F5DB36" w14:textId="77777777" w:rsidR="00745448" w:rsidRPr="00307A0C" w:rsidRDefault="00745448" w:rsidP="009C56C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22E78B9F" w14:textId="77777777" w:rsidR="00745448" w:rsidRPr="00307A0C" w:rsidRDefault="00745448" w:rsidP="009C56C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52" w:type="dxa"/>
            <w:shd w:val="clear" w:color="auto" w:fill="B2A1C7" w:themeFill="accent4" w:themeFillTint="99"/>
          </w:tcPr>
          <w:p w14:paraId="27E426E8" w14:textId="77777777" w:rsidR="00745448" w:rsidRPr="00307A0C" w:rsidRDefault="00745448" w:rsidP="009C56C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bookmarkEnd w:id="1"/>
      <w:tr w:rsidR="00E33331" w:rsidRPr="00D86014" w14:paraId="1DE678F7" w14:textId="77777777" w:rsidTr="00721B81">
        <w:trPr>
          <w:cantSplit/>
          <w:trHeight w:val="3516"/>
          <w:jc w:val="center"/>
        </w:trPr>
        <w:tc>
          <w:tcPr>
            <w:tcW w:w="1982" w:type="dxa"/>
            <w:shd w:val="clear" w:color="auto" w:fill="auto"/>
          </w:tcPr>
          <w:p w14:paraId="28E7D419" w14:textId="44FEE529" w:rsidR="00E33331" w:rsidRPr="00E33331" w:rsidRDefault="00D34848" w:rsidP="00E33331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 w:rsidRPr="00E33331">
              <w:rPr>
                <w:rFonts w:ascii="Calibri" w:hAnsi="Calibri" w:cs="Calibri"/>
                <w:b/>
                <w:sz w:val="20"/>
                <w:szCs w:val="20"/>
              </w:rPr>
              <w:t>CONFINED SPACE ENTRY INCLUDING CEILING VOIDS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&amp; LOFT SPACES</w:t>
            </w:r>
          </w:p>
        </w:tc>
        <w:tc>
          <w:tcPr>
            <w:tcW w:w="1991" w:type="dxa"/>
          </w:tcPr>
          <w:p w14:paraId="6332D169" w14:textId="2C0EF8AA" w:rsidR="00E33331" w:rsidRPr="00721B81" w:rsidRDefault="00E33331" w:rsidP="00E33331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>Confined space</w:t>
            </w:r>
          </w:p>
          <w:p w14:paraId="6D550123" w14:textId="77BCB27B" w:rsidR="00E33331" w:rsidRPr="00721B81" w:rsidRDefault="00E33331" w:rsidP="00E33331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>Lack of oxygen.</w:t>
            </w:r>
          </w:p>
          <w:p w14:paraId="1D1821CE" w14:textId="5381B743" w:rsidR="00E33331" w:rsidRPr="00721B81" w:rsidRDefault="00E33331" w:rsidP="00E33331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>Work at height</w:t>
            </w:r>
          </w:p>
          <w:p w14:paraId="03ACE45B" w14:textId="0E287B2C" w:rsidR="00721B81" w:rsidRPr="00721B81" w:rsidRDefault="00721B81" w:rsidP="00721B81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>Unplanned discovery of suspected</w:t>
            </w:r>
          </w:p>
          <w:p w14:paraId="326067DF" w14:textId="6958CBC5" w:rsidR="00721B81" w:rsidRDefault="00721B81" w:rsidP="00E33331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>Asbestos materials</w:t>
            </w:r>
          </w:p>
          <w:p w14:paraId="0E8E3A82" w14:textId="7498D433" w:rsidR="00C87DBB" w:rsidRPr="00721B81" w:rsidRDefault="00C87DBB" w:rsidP="00E33331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Falling tools and equipment</w:t>
            </w:r>
          </w:p>
          <w:p w14:paraId="36F0E494" w14:textId="61CE01FB" w:rsidR="00E33331" w:rsidRPr="00721B81" w:rsidRDefault="00E33331" w:rsidP="00721B81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58" w:type="dxa"/>
          </w:tcPr>
          <w:p w14:paraId="24C53C11" w14:textId="77777777" w:rsidR="00793F88" w:rsidRPr="00721B81" w:rsidRDefault="00793F88" w:rsidP="00793F88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Site staff</w:t>
            </w:r>
          </w:p>
          <w:p w14:paraId="3D9E1DEF" w14:textId="372EF6A4" w:rsidR="00793F88" w:rsidRPr="00721B81" w:rsidRDefault="00793F88" w:rsidP="00793F88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Others</w:t>
            </w:r>
          </w:p>
          <w:p w14:paraId="3804772F" w14:textId="77777777" w:rsidR="00721B81" w:rsidRDefault="00721B81" w:rsidP="00721B81">
            <w:pPr>
              <w:rPr>
                <w:rFonts w:ascii="Calibri" w:hAnsi="Calibri" w:cs="Calibri"/>
              </w:rPr>
            </w:pPr>
          </w:p>
          <w:p w14:paraId="26BAD70B" w14:textId="1C16EB30" w:rsidR="00721B81" w:rsidRDefault="00721B81" w:rsidP="00721B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Serious </w:t>
            </w:r>
          </w:p>
          <w:p w14:paraId="68D88AF3" w14:textId="72C6E665" w:rsidR="00721B81" w:rsidRPr="00E33331" w:rsidRDefault="00721B81" w:rsidP="00721B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Panic</w:t>
            </w:r>
          </w:p>
          <w:p w14:paraId="565770D4" w14:textId="5D8E5614" w:rsidR="00721B81" w:rsidRDefault="00721B81" w:rsidP="00721B81">
            <w:pPr>
              <w:rPr>
                <w:rFonts w:ascii="Calibri" w:hAnsi="Calibri" w:cs="Calibri"/>
              </w:rPr>
            </w:pPr>
            <w:r w:rsidRPr="00E33331">
              <w:rPr>
                <w:rFonts w:ascii="Calibri" w:hAnsi="Calibri" w:cs="Calibri"/>
              </w:rPr>
              <w:t>Entrapment</w:t>
            </w:r>
          </w:p>
          <w:p w14:paraId="3889245E" w14:textId="092F2F46" w:rsidR="00721B81" w:rsidRPr="00E33331" w:rsidRDefault="00316E94" w:rsidP="00721B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Asphyxiation</w:t>
            </w:r>
            <w:r w:rsidR="00721B81">
              <w:rPr>
                <w:rFonts w:ascii="Calibri" w:hAnsi="Calibri" w:cs="Calibri"/>
              </w:rPr>
              <w:t xml:space="preserve"> </w:t>
            </w:r>
          </w:p>
          <w:p w14:paraId="1FB8C01B" w14:textId="4209F105" w:rsidR="00721B81" w:rsidRDefault="00721B81" w:rsidP="00721B81">
            <w:pPr>
              <w:rPr>
                <w:rFonts w:ascii="Calibri" w:hAnsi="Calibri" w:cs="Calibri"/>
              </w:rPr>
            </w:pPr>
            <w:r w:rsidRPr="00E33331">
              <w:rPr>
                <w:rFonts w:ascii="Calibri" w:hAnsi="Calibri" w:cs="Calibri"/>
              </w:rPr>
              <w:t>Fall from Height</w:t>
            </w:r>
          </w:p>
          <w:p w14:paraId="127022D6" w14:textId="02B1337B" w:rsidR="00721B81" w:rsidRDefault="00721B81" w:rsidP="00721B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Serious </w:t>
            </w:r>
            <w:r w:rsidR="00316E94">
              <w:rPr>
                <w:rFonts w:ascii="Calibri" w:hAnsi="Calibri" w:cs="Calibri"/>
              </w:rPr>
              <w:t>long-term</w:t>
            </w:r>
            <w:r>
              <w:rPr>
                <w:rFonts w:ascii="Calibri" w:hAnsi="Calibri" w:cs="Calibri"/>
              </w:rPr>
              <w:t xml:space="preserve"> health issues</w:t>
            </w:r>
          </w:p>
          <w:p w14:paraId="48C9C3AC" w14:textId="2611A43C" w:rsidR="00721B81" w:rsidRDefault="00721B81" w:rsidP="00721B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Death</w:t>
            </w:r>
          </w:p>
          <w:p w14:paraId="0DD66771" w14:textId="6E5C95A1" w:rsidR="00C87DBB" w:rsidRDefault="00C87DBB" w:rsidP="00721B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Impact injury</w:t>
            </w:r>
          </w:p>
          <w:p w14:paraId="2F978174" w14:textId="7FDB8D36" w:rsidR="00E33331" w:rsidRPr="00E33331" w:rsidRDefault="00E33331" w:rsidP="00E33331">
            <w:pPr>
              <w:rPr>
                <w:rFonts w:ascii="Calibri" w:hAnsi="Calibri" w:cs="Calibri"/>
              </w:rPr>
            </w:pPr>
          </w:p>
        </w:tc>
        <w:tc>
          <w:tcPr>
            <w:tcW w:w="426" w:type="dxa"/>
            <w:vAlign w:val="center"/>
          </w:tcPr>
          <w:p w14:paraId="624E057F" w14:textId="5EAFAF14" w:rsidR="00E33331" w:rsidRPr="00E33331" w:rsidRDefault="00E33331" w:rsidP="00E33331">
            <w:pPr>
              <w:jc w:val="center"/>
              <w:rPr>
                <w:rFonts w:ascii="Calibri" w:hAnsi="Calibri" w:cs="Calibri"/>
                <w:b/>
              </w:rPr>
            </w:pPr>
            <w:r w:rsidRPr="00E33331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6635C87A" w14:textId="14DC8549" w:rsidR="00E33331" w:rsidRPr="00E33331" w:rsidRDefault="00E33331" w:rsidP="00E33331">
            <w:pPr>
              <w:jc w:val="center"/>
              <w:rPr>
                <w:rFonts w:ascii="Calibri" w:hAnsi="Calibri" w:cs="Calibri"/>
                <w:b/>
              </w:rPr>
            </w:pPr>
            <w:r w:rsidRPr="00E33331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3858ED60" w14:textId="6AF1EE06" w:rsidR="00E33331" w:rsidRPr="00E33331" w:rsidRDefault="00E33331" w:rsidP="00E33331">
            <w:pPr>
              <w:jc w:val="center"/>
              <w:rPr>
                <w:rFonts w:ascii="Calibri" w:hAnsi="Calibri" w:cs="Calibri"/>
                <w:b/>
              </w:rPr>
            </w:pPr>
            <w:r w:rsidRPr="00E33331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3400" w:type="dxa"/>
          </w:tcPr>
          <w:p w14:paraId="5E455856" w14:textId="0A9C502E" w:rsidR="00E33331" w:rsidRPr="00E33331" w:rsidRDefault="00E33331" w:rsidP="00E33331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E33331">
              <w:rPr>
                <w:rFonts w:cs="Calibri"/>
                <w:sz w:val="20"/>
                <w:szCs w:val="20"/>
              </w:rPr>
              <w:t xml:space="preserve">Confined spaces to be identified </w:t>
            </w:r>
            <w:r>
              <w:rPr>
                <w:rFonts w:cs="Calibri"/>
                <w:sz w:val="20"/>
                <w:szCs w:val="20"/>
              </w:rPr>
              <w:t>before the start of testing</w:t>
            </w:r>
            <w:r w:rsidRPr="00E33331">
              <w:rPr>
                <w:rFonts w:cs="Calibri"/>
                <w:sz w:val="20"/>
                <w:szCs w:val="20"/>
              </w:rPr>
              <w:t>.</w:t>
            </w:r>
          </w:p>
          <w:p w14:paraId="255AB455" w14:textId="4FE65859" w:rsidR="00E33331" w:rsidRPr="00E33331" w:rsidRDefault="00E33331" w:rsidP="00E33331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E33331">
              <w:rPr>
                <w:rFonts w:cs="Calibri"/>
                <w:sz w:val="20"/>
                <w:szCs w:val="20"/>
              </w:rPr>
              <w:t>Standby person to be present</w:t>
            </w:r>
            <w:r>
              <w:rPr>
                <w:rFonts w:cs="Calibri"/>
                <w:sz w:val="20"/>
                <w:szCs w:val="20"/>
              </w:rPr>
              <w:t xml:space="preserve"> at all times</w:t>
            </w:r>
            <w:r w:rsidRPr="00E33331">
              <w:rPr>
                <w:rFonts w:cs="Calibri"/>
                <w:sz w:val="20"/>
                <w:szCs w:val="20"/>
              </w:rPr>
              <w:t>.</w:t>
            </w:r>
          </w:p>
          <w:p w14:paraId="23C4F999" w14:textId="5F439CE8" w:rsidR="00E33331" w:rsidRDefault="00E7146A" w:rsidP="00E33331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Staff completing the works will attend</w:t>
            </w:r>
            <w:r w:rsidR="00E33331">
              <w:rPr>
                <w:rFonts w:cs="Calibri"/>
                <w:sz w:val="20"/>
                <w:szCs w:val="20"/>
              </w:rPr>
              <w:t xml:space="preserve"> c</w:t>
            </w:r>
            <w:r w:rsidR="00E33331" w:rsidRPr="00E33331">
              <w:rPr>
                <w:rFonts w:cs="Calibri"/>
                <w:sz w:val="20"/>
                <w:szCs w:val="20"/>
              </w:rPr>
              <w:t>onfined space hazard awareness.</w:t>
            </w:r>
          </w:p>
          <w:p w14:paraId="3FE74F24" w14:textId="052F53B2" w:rsidR="00E7146A" w:rsidRDefault="00E7146A" w:rsidP="00E33331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Ensure access and egress is by appropriate means and that al work at </w:t>
            </w:r>
            <w:r w:rsidR="00316E94">
              <w:rPr>
                <w:rFonts w:cs="Calibri"/>
                <w:sz w:val="20"/>
                <w:szCs w:val="20"/>
              </w:rPr>
              <w:t>height</w:t>
            </w:r>
            <w:r>
              <w:rPr>
                <w:rFonts w:cs="Calibri"/>
                <w:sz w:val="20"/>
                <w:szCs w:val="20"/>
              </w:rPr>
              <w:t xml:space="preserve"> access ladders are secured.</w:t>
            </w:r>
          </w:p>
          <w:p w14:paraId="37134099" w14:textId="6D2F1702" w:rsidR="00E33331" w:rsidRPr="00C87DBB" w:rsidRDefault="00C87DBB" w:rsidP="00C87DBB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Ensure loft access area is protected while works are taking place</w:t>
            </w:r>
          </w:p>
        </w:tc>
        <w:tc>
          <w:tcPr>
            <w:tcW w:w="3117" w:type="dxa"/>
          </w:tcPr>
          <w:p w14:paraId="4C2D16C4" w14:textId="443DDA72" w:rsidR="00E7146A" w:rsidRDefault="00E7146A" w:rsidP="00E7146A">
            <w:pPr>
              <w:pStyle w:val="ListParagraph"/>
              <w:numPr>
                <w:ilvl w:val="0"/>
                <w:numId w:val="9"/>
              </w:numPr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Complete </w:t>
            </w:r>
            <w:r w:rsidR="00316E94">
              <w:rPr>
                <w:rFonts w:cs="Calibri"/>
                <w:sz w:val="20"/>
                <w:szCs w:val="20"/>
              </w:rPr>
              <w:t xml:space="preserve">a </w:t>
            </w:r>
            <w:r w:rsidR="00316E94" w:rsidRPr="00E33331">
              <w:rPr>
                <w:rFonts w:cs="Calibri"/>
                <w:sz w:val="20"/>
                <w:szCs w:val="20"/>
              </w:rPr>
              <w:t>specific</w:t>
            </w:r>
            <w:r w:rsidR="00E33331" w:rsidRPr="00E33331">
              <w:rPr>
                <w:rFonts w:cs="Calibri"/>
                <w:sz w:val="20"/>
                <w:szCs w:val="20"/>
              </w:rPr>
              <w:t xml:space="preserve"> risk assessment prior to entry.</w:t>
            </w:r>
          </w:p>
          <w:p w14:paraId="26DCD92B" w14:textId="66725B40" w:rsidR="00E33331" w:rsidRDefault="00E7146A" w:rsidP="00E7146A">
            <w:pPr>
              <w:pStyle w:val="ListParagraph"/>
              <w:numPr>
                <w:ilvl w:val="0"/>
                <w:numId w:val="9"/>
              </w:numPr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Contact the </w:t>
            </w:r>
            <w:r w:rsidR="00721B81">
              <w:rPr>
                <w:rFonts w:cs="Calibri"/>
                <w:sz w:val="20"/>
                <w:szCs w:val="20"/>
              </w:rPr>
              <w:t xml:space="preserve">site </w:t>
            </w:r>
            <w:r w:rsidR="00316E94">
              <w:rPr>
                <w:rFonts w:cs="Calibri"/>
                <w:sz w:val="20"/>
                <w:szCs w:val="20"/>
              </w:rPr>
              <w:t xml:space="preserve">manager </w:t>
            </w:r>
            <w:r w:rsidR="00316E94" w:rsidRPr="00E7146A">
              <w:rPr>
                <w:rFonts w:cs="Calibri"/>
                <w:sz w:val="20"/>
                <w:szCs w:val="20"/>
              </w:rPr>
              <w:t>if</w:t>
            </w:r>
            <w:r w:rsidR="00E33331" w:rsidRPr="00E7146A">
              <w:rPr>
                <w:rFonts w:cs="Calibri"/>
                <w:sz w:val="20"/>
                <w:szCs w:val="20"/>
              </w:rPr>
              <w:t xml:space="preserve"> unsure how to proceed safely.</w:t>
            </w:r>
          </w:p>
          <w:p w14:paraId="4BCA1C94" w14:textId="21B57EA2" w:rsidR="00E7146A" w:rsidRDefault="00E7146A" w:rsidP="00E7146A">
            <w:pPr>
              <w:pStyle w:val="ListParagraph"/>
              <w:numPr>
                <w:ilvl w:val="0"/>
                <w:numId w:val="9"/>
              </w:numPr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Confined space rescue plan must be in place </w:t>
            </w:r>
          </w:p>
          <w:p w14:paraId="31FAD8C8" w14:textId="59656BB5" w:rsidR="00E7146A" w:rsidRDefault="00E7146A" w:rsidP="00E7146A">
            <w:pPr>
              <w:pStyle w:val="ListParagraph"/>
              <w:numPr>
                <w:ilvl w:val="0"/>
                <w:numId w:val="9"/>
              </w:numPr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Warnings barriers to be placed around loft hatch area while work is completed.</w:t>
            </w:r>
          </w:p>
          <w:p w14:paraId="24DF8304" w14:textId="77777777" w:rsidR="00E7146A" w:rsidRDefault="00721B81" w:rsidP="00721B81">
            <w:pPr>
              <w:pStyle w:val="ListParagraph"/>
              <w:numPr>
                <w:ilvl w:val="0"/>
                <w:numId w:val="9"/>
              </w:numPr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Staff are not permitted to use contractor work at height equipment unless previously agreed.</w:t>
            </w:r>
          </w:p>
          <w:p w14:paraId="53E2E3B4" w14:textId="42DFBB08" w:rsidR="00C87DBB" w:rsidRPr="00721B81" w:rsidRDefault="00C87DBB" w:rsidP="00721B81">
            <w:pPr>
              <w:pStyle w:val="ListParagraph"/>
              <w:numPr>
                <w:ilvl w:val="0"/>
                <w:numId w:val="9"/>
              </w:numPr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Tool belts provided</w:t>
            </w:r>
          </w:p>
        </w:tc>
        <w:tc>
          <w:tcPr>
            <w:tcW w:w="425" w:type="dxa"/>
            <w:vAlign w:val="center"/>
          </w:tcPr>
          <w:p w14:paraId="42464522" w14:textId="01152E28" w:rsidR="00E33331" w:rsidRPr="00E33331" w:rsidRDefault="00E33331" w:rsidP="00E33331">
            <w:pPr>
              <w:jc w:val="center"/>
              <w:rPr>
                <w:rFonts w:ascii="Calibri" w:hAnsi="Calibri" w:cs="Calibri"/>
                <w:b/>
              </w:rPr>
            </w:pPr>
            <w:r w:rsidRPr="00E33331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1CD713E7" w14:textId="24986862" w:rsidR="00E33331" w:rsidRPr="00E33331" w:rsidRDefault="00E33331" w:rsidP="00E33331">
            <w:pPr>
              <w:jc w:val="center"/>
              <w:rPr>
                <w:rFonts w:ascii="Calibri" w:hAnsi="Calibri" w:cs="Calibri"/>
                <w:b/>
              </w:rPr>
            </w:pPr>
            <w:r w:rsidRPr="00E33331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552" w:type="dxa"/>
            <w:vAlign w:val="center"/>
          </w:tcPr>
          <w:p w14:paraId="022343A3" w14:textId="05E945C2" w:rsidR="00E33331" w:rsidRPr="00E33331" w:rsidRDefault="00E33331" w:rsidP="00E33331">
            <w:pPr>
              <w:jc w:val="center"/>
              <w:rPr>
                <w:rFonts w:ascii="Calibri" w:hAnsi="Calibri" w:cs="Calibri"/>
                <w:b/>
              </w:rPr>
            </w:pPr>
            <w:r w:rsidRPr="00E33331">
              <w:rPr>
                <w:rFonts w:ascii="Calibri" w:hAnsi="Calibri" w:cs="Calibri"/>
                <w:b/>
              </w:rPr>
              <w:t>5</w:t>
            </w:r>
          </w:p>
        </w:tc>
      </w:tr>
      <w:tr w:rsidR="00744F9D" w:rsidRPr="00D86014" w14:paraId="5CB975F9" w14:textId="77777777" w:rsidTr="009C56C0">
        <w:trPr>
          <w:cantSplit/>
          <w:jc w:val="center"/>
        </w:trPr>
        <w:tc>
          <w:tcPr>
            <w:tcW w:w="1982" w:type="dxa"/>
          </w:tcPr>
          <w:p w14:paraId="0AE252FF" w14:textId="04D895ED" w:rsidR="00744F9D" w:rsidRPr="00744F9D" w:rsidRDefault="00D34848" w:rsidP="00744F9D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 w:rsidRPr="00744F9D">
              <w:rPr>
                <w:rFonts w:ascii="Calibri" w:hAnsi="Calibri" w:cs="Calibri"/>
                <w:b/>
                <w:sz w:val="20"/>
                <w:szCs w:val="20"/>
              </w:rPr>
              <w:t>USE OF HAND TOOLS TO COLLECT WATER SAMPLES AND TEST TEMPERATURE</w:t>
            </w:r>
          </w:p>
        </w:tc>
        <w:tc>
          <w:tcPr>
            <w:tcW w:w="1991" w:type="dxa"/>
          </w:tcPr>
          <w:p w14:paraId="13639003" w14:textId="13826D0B" w:rsidR="00744F9D" w:rsidRPr="00721B81" w:rsidRDefault="00744F9D" w:rsidP="00744F9D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>High water temperature</w:t>
            </w:r>
          </w:p>
          <w:p w14:paraId="6D8779BC" w14:textId="4BD0A199" w:rsidR="00744F9D" w:rsidRPr="00721B81" w:rsidRDefault="00744F9D" w:rsidP="00744F9D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>Hand tools</w:t>
            </w:r>
          </w:p>
          <w:p w14:paraId="64835752" w14:textId="77777777" w:rsidR="00744F9D" w:rsidRPr="00721B81" w:rsidRDefault="00744F9D" w:rsidP="00744F9D">
            <w:pPr>
              <w:rPr>
                <w:rFonts w:ascii="Calibri" w:hAnsi="Calibri" w:cs="Calibri"/>
                <w:bCs/>
              </w:rPr>
            </w:pPr>
          </w:p>
          <w:p w14:paraId="32CC9170" w14:textId="45F0EAA5" w:rsidR="00744F9D" w:rsidRPr="00721B81" w:rsidRDefault="00744F9D" w:rsidP="00744F9D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58" w:type="dxa"/>
          </w:tcPr>
          <w:p w14:paraId="753BEB50" w14:textId="77777777" w:rsidR="00793F88" w:rsidRPr="00721B81" w:rsidRDefault="00793F88" w:rsidP="00793F88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Site staff</w:t>
            </w:r>
          </w:p>
          <w:p w14:paraId="16BF5F6A" w14:textId="46669960" w:rsidR="00793F88" w:rsidRPr="00721B81" w:rsidRDefault="00793F88" w:rsidP="00793F88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Others</w:t>
            </w:r>
          </w:p>
          <w:p w14:paraId="6916E51E" w14:textId="2E60A9A9" w:rsidR="00721B81" w:rsidRDefault="00721B81" w:rsidP="00793F88">
            <w:pPr>
              <w:rPr>
                <w:rFonts w:ascii="Calibri" w:hAnsi="Calibri" w:cs="Calibri"/>
              </w:rPr>
            </w:pPr>
          </w:p>
          <w:p w14:paraId="7B8070B0" w14:textId="77777777" w:rsidR="00721B81" w:rsidRDefault="00721B81" w:rsidP="00721B81">
            <w:pPr>
              <w:rPr>
                <w:rFonts w:ascii="Calibri" w:hAnsi="Calibri" w:cs="Calibri"/>
              </w:rPr>
            </w:pPr>
            <w:r w:rsidRPr="00E7146A">
              <w:rPr>
                <w:rFonts w:ascii="Calibri" w:hAnsi="Calibri" w:cs="Calibri"/>
              </w:rPr>
              <w:t>Physical injury</w:t>
            </w:r>
          </w:p>
          <w:p w14:paraId="700D0033" w14:textId="6B61BE14" w:rsidR="00744F9D" w:rsidRPr="00721B81" w:rsidRDefault="00721B81" w:rsidP="00744F9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Scalding/burns</w:t>
            </w:r>
          </w:p>
        </w:tc>
        <w:tc>
          <w:tcPr>
            <w:tcW w:w="426" w:type="dxa"/>
            <w:vAlign w:val="center"/>
          </w:tcPr>
          <w:p w14:paraId="3DCDA315" w14:textId="6F2F89F3" w:rsidR="00744F9D" w:rsidRPr="00E7146A" w:rsidRDefault="00744F9D" w:rsidP="00744F9D">
            <w:pPr>
              <w:jc w:val="center"/>
              <w:rPr>
                <w:rFonts w:ascii="Calibri" w:hAnsi="Calibri" w:cs="Calibri"/>
                <w:b/>
              </w:rPr>
            </w:pPr>
            <w:r w:rsidRPr="00E7146A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14F62E87" w14:textId="0DCC3361" w:rsidR="00744F9D" w:rsidRPr="00E7146A" w:rsidRDefault="00744F9D" w:rsidP="00744F9D">
            <w:pPr>
              <w:jc w:val="center"/>
              <w:rPr>
                <w:rFonts w:ascii="Calibri" w:hAnsi="Calibri" w:cs="Calibri"/>
                <w:b/>
              </w:rPr>
            </w:pPr>
            <w:r w:rsidRPr="00E7146A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14:paraId="4363B8F9" w14:textId="6DDBCCB4" w:rsidR="00744F9D" w:rsidRPr="00E7146A" w:rsidRDefault="00744F9D" w:rsidP="00744F9D">
            <w:pPr>
              <w:jc w:val="center"/>
              <w:rPr>
                <w:rFonts w:ascii="Calibri" w:hAnsi="Calibri" w:cs="Calibri"/>
                <w:b/>
              </w:rPr>
            </w:pPr>
            <w:r w:rsidRPr="00E7146A"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3400" w:type="dxa"/>
          </w:tcPr>
          <w:p w14:paraId="4AD8E3E0" w14:textId="77777777" w:rsidR="00744F9D" w:rsidRDefault="00744F9D" w:rsidP="00744F9D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All t</w:t>
            </w:r>
            <w:r w:rsidRPr="00E7146A">
              <w:rPr>
                <w:rFonts w:cs="Calibri"/>
                <w:sz w:val="20"/>
                <w:szCs w:val="20"/>
              </w:rPr>
              <w:t>ools to be maintained in good condition.</w:t>
            </w:r>
          </w:p>
          <w:p w14:paraId="39E04998" w14:textId="5304C045" w:rsidR="00744F9D" w:rsidRPr="00E7146A" w:rsidRDefault="00744F9D" w:rsidP="00744F9D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Appropriate gloves to be worn </w:t>
            </w:r>
            <w:r w:rsidR="00316E94">
              <w:rPr>
                <w:rFonts w:cs="Calibri"/>
                <w:sz w:val="20"/>
                <w:szCs w:val="20"/>
              </w:rPr>
              <w:t>when</w:t>
            </w:r>
            <w:r>
              <w:rPr>
                <w:rFonts w:cs="Calibri"/>
                <w:sz w:val="20"/>
                <w:szCs w:val="20"/>
              </w:rPr>
              <w:t xml:space="preserve"> testing the hot water temperature</w:t>
            </w:r>
          </w:p>
        </w:tc>
        <w:tc>
          <w:tcPr>
            <w:tcW w:w="3117" w:type="dxa"/>
          </w:tcPr>
          <w:p w14:paraId="7823985A" w14:textId="1BFF5E40" w:rsidR="00744F9D" w:rsidRPr="00E7146A" w:rsidRDefault="00744F9D" w:rsidP="00744F9D">
            <w:pPr>
              <w:pStyle w:val="NoSpacing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E7146A">
              <w:rPr>
                <w:rFonts w:ascii="Calibri" w:hAnsi="Calibri" w:cs="Calibri"/>
              </w:rPr>
              <w:t xml:space="preserve">Tools to be exchanged promptly if damaged. </w:t>
            </w:r>
          </w:p>
        </w:tc>
        <w:tc>
          <w:tcPr>
            <w:tcW w:w="425" w:type="dxa"/>
            <w:vAlign w:val="center"/>
          </w:tcPr>
          <w:p w14:paraId="08989C8D" w14:textId="2ECF802A" w:rsidR="00744F9D" w:rsidRPr="00E7146A" w:rsidRDefault="00744F9D" w:rsidP="00744F9D">
            <w:pPr>
              <w:jc w:val="center"/>
              <w:rPr>
                <w:rFonts w:ascii="Calibri" w:hAnsi="Calibri" w:cs="Calibri"/>
                <w:b/>
              </w:rPr>
            </w:pPr>
            <w:r w:rsidRPr="00E7146A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61BA7768" w14:textId="69748699" w:rsidR="00744F9D" w:rsidRPr="00E7146A" w:rsidRDefault="00744F9D" w:rsidP="00744F9D">
            <w:pPr>
              <w:jc w:val="center"/>
              <w:rPr>
                <w:rFonts w:ascii="Calibri" w:hAnsi="Calibri" w:cs="Calibri"/>
                <w:b/>
              </w:rPr>
            </w:pPr>
            <w:r w:rsidRPr="00E7146A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552" w:type="dxa"/>
            <w:vAlign w:val="center"/>
          </w:tcPr>
          <w:p w14:paraId="4983B4BC" w14:textId="131E394D" w:rsidR="00744F9D" w:rsidRPr="00E7146A" w:rsidRDefault="00744F9D" w:rsidP="00744F9D">
            <w:pPr>
              <w:jc w:val="center"/>
              <w:rPr>
                <w:rFonts w:ascii="Calibri" w:hAnsi="Calibri" w:cs="Calibri"/>
                <w:b/>
              </w:rPr>
            </w:pPr>
            <w:r w:rsidRPr="00E7146A">
              <w:rPr>
                <w:rFonts w:ascii="Calibri" w:hAnsi="Calibri" w:cs="Calibri"/>
                <w:b/>
              </w:rPr>
              <w:t>3</w:t>
            </w:r>
          </w:p>
        </w:tc>
      </w:tr>
      <w:tr w:rsidR="00744F9D" w:rsidRPr="00D86014" w14:paraId="4930673A" w14:textId="77777777" w:rsidTr="00721B81">
        <w:trPr>
          <w:cantSplit/>
          <w:trHeight w:val="2103"/>
          <w:jc w:val="center"/>
        </w:trPr>
        <w:tc>
          <w:tcPr>
            <w:tcW w:w="1982" w:type="dxa"/>
          </w:tcPr>
          <w:p w14:paraId="1473FB08" w14:textId="047F9E53" w:rsidR="00744F9D" w:rsidRPr="00744F9D" w:rsidRDefault="00D34848" w:rsidP="00744F9D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 w:rsidRPr="00744F9D">
              <w:rPr>
                <w:rFonts w:ascii="Calibri" w:hAnsi="Calibri" w:cs="Calibri"/>
                <w:b/>
                <w:sz w:val="20"/>
                <w:szCs w:val="20"/>
              </w:rPr>
              <w:t>ACCESSING ‘DIRTY’ AREAS</w:t>
            </w:r>
          </w:p>
        </w:tc>
        <w:tc>
          <w:tcPr>
            <w:tcW w:w="1991" w:type="dxa"/>
          </w:tcPr>
          <w:p w14:paraId="194F9819" w14:textId="712FB422" w:rsidR="00744F9D" w:rsidRPr="00721B81" w:rsidRDefault="00744F9D" w:rsidP="00744F9D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>Water tanks</w:t>
            </w:r>
          </w:p>
          <w:p w14:paraId="4E1E6F84" w14:textId="552DFAD5" w:rsidR="00744F9D" w:rsidRPr="00721B81" w:rsidRDefault="00744F9D" w:rsidP="00744F9D">
            <w:pPr>
              <w:rPr>
                <w:rFonts w:ascii="Calibri" w:hAnsi="Calibri" w:cs="Calibri"/>
                <w:bCs/>
              </w:rPr>
            </w:pPr>
            <w:r w:rsidRPr="00721B81">
              <w:rPr>
                <w:rFonts w:ascii="Calibri" w:hAnsi="Calibri" w:cs="Calibri"/>
                <w:bCs/>
              </w:rPr>
              <w:t xml:space="preserve">Loft </w:t>
            </w:r>
            <w:r w:rsidR="00316E94" w:rsidRPr="00721B81">
              <w:rPr>
                <w:rFonts w:ascii="Calibri" w:hAnsi="Calibri" w:cs="Calibri"/>
                <w:bCs/>
              </w:rPr>
              <w:t>task</w:t>
            </w:r>
          </w:p>
          <w:p w14:paraId="0C613A09" w14:textId="77777777" w:rsidR="00744F9D" w:rsidRPr="00721B81" w:rsidRDefault="00744F9D" w:rsidP="00744F9D">
            <w:pPr>
              <w:rPr>
                <w:rFonts w:ascii="Calibri" w:hAnsi="Calibri" w:cs="Calibri"/>
                <w:bCs/>
              </w:rPr>
            </w:pPr>
          </w:p>
          <w:p w14:paraId="30A58A48" w14:textId="77777777" w:rsidR="00744F9D" w:rsidRPr="00721B81" w:rsidRDefault="00744F9D" w:rsidP="00744F9D">
            <w:pPr>
              <w:rPr>
                <w:rFonts w:ascii="Calibri" w:hAnsi="Calibri" w:cs="Calibri"/>
                <w:bCs/>
              </w:rPr>
            </w:pPr>
          </w:p>
          <w:p w14:paraId="4072311B" w14:textId="77777777" w:rsidR="00744F9D" w:rsidRPr="00721B81" w:rsidRDefault="00744F9D" w:rsidP="00721B81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58" w:type="dxa"/>
          </w:tcPr>
          <w:p w14:paraId="3B7E718B" w14:textId="77777777" w:rsidR="00793F88" w:rsidRPr="00721B81" w:rsidRDefault="00793F88" w:rsidP="00793F88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Site staff</w:t>
            </w:r>
          </w:p>
          <w:p w14:paraId="048B2E90" w14:textId="61BBCE89" w:rsidR="00721B81" w:rsidRPr="00721B81" w:rsidRDefault="00793F88" w:rsidP="00793F88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Others</w:t>
            </w:r>
          </w:p>
          <w:p w14:paraId="6116BF6F" w14:textId="77777777" w:rsidR="00721B81" w:rsidRDefault="00721B81" w:rsidP="00721B81">
            <w:pPr>
              <w:rPr>
                <w:rFonts w:ascii="Calibri" w:hAnsi="Calibri" w:cs="Calibri"/>
              </w:rPr>
            </w:pPr>
          </w:p>
          <w:p w14:paraId="19CDCD49" w14:textId="6F7B1D0F" w:rsidR="00721B81" w:rsidRPr="00E7146A" w:rsidRDefault="00721B81" w:rsidP="00721B81">
            <w:pPr>
              <w:rPr>
                <w:rFonts w:ascii="Calibri" w:hAnsi="Calibri" w:cs="Calibri"/>
              </w:rPr>
            </w:pPr>
            <w:r w:rsidRPr="00E7146A">
              <w:rPr>
                <w:rFonts w:ascii="Calibri" w:hAnsi="Calibri" w:cs="Calibri"/>
              </w:rPr>
              <w:t>Bacterial infections such as Weil’s disease, Psittacosis</w:t>
            </w:r>
          </w:p>
          <w:p w14:paraId="77D2B26B" w14:textId="46BC2905" w:rsidR="00744F9D" w:rsidRPr="00E7146A" w:rsidRDefault="00744F9D" w:rsidP="00744F9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26" w:type="dxa"/>
            <w:vAlign w:val="center"/>
          </w:tcPr>
          <w:p w14:paraId="6913BC5D" w14:textId="57AABFB2" w:rsidR="00744F9D" w:rsidRPr="00E7146A" w:rsidRDefault="00744F9D" w:rsidP="00744F9D">
            <w:pPr>
              <w:jc w:val="center"/>
              <w:rPr>
                <w:rFonts w:ascii="Calibri" w:hAnsi="Calibri" w:cs="Calibri"/>
                <w:b/>
              </w:rPr>
            </w:pPr>
            <w:r w:rsidRPr="00E7146A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352E219D" w14:textId="4C88F8F0" w:rsidR="00744F9D" w:rsidRPr="00E7146A" w:rsidRDefault="00744F9D" w:rsidP="00744F9D">
            <w:pPr>
              <w:jc w:val="center"/>
              <w:rPr>
                <w:rFonts w:ascii="Calibri" w:hAnsi="Calibri" w:cs="Calibri"/>
                <w:b/>
              </w:rPr>
            </w:pPr>
            <w:r w:rsidRPr="00E7146A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45CC581B" w14:textId="3DC2F0E5" w:rsidR="00744F9D" w:rsidRPr="00E7146A" w:rsidRDefault="00744F9D" w:rsidP="00744F9D">
            <w:pPr>
              <w:jc w:val="center"/>
              <w:rPr>
                <w:rFonts w:ascii="Calibri" w:hAnsi="Calibri" w:cs="Calibri"/>
                <w:b/>
              </w:rPr>
            </w:pPr>
            <w:r w:rsidRPr="00E7146A"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3400" w:type="dxa"/>
          </w:tcPr>
          <w:p w14:paraId="0FAD3874" w14:textId="77777777" w:rsidR="00744F9D" w:rsidRDefault="00744F9D" w:rsidP="00744F9D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E7146A">
              <w:rPr>
                <w:rFonts w:cs="Calibri"/>
                <w:sz w:val="20"/>
                <w:szCs w:val="20"/>
              </w:rPr>
              <w:t>Existing wounds to be covered with waterproof dressing.</w:t>
            </w:r>
          </w:p>
          <w:p w14:paraId="74021CE3" w14:textId="63E61B65" w:rsidR="00744F9D" w:rsidRDefault="00744F9D" w:rsidP="00744F9D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E7146A">
              <w:rPr>
                <w:rFonts w:cs="Calibri"/>
                <w:sz w:val="20"/>
                <w:szCs w:val="20"/>
              </w:rPr>
              <w:t>Use of correct PPE/RPE (full suit, over boots, gloves and issued respirator)</w:t>
            </w:r>
          </w:p>
          <w:p w14:paraId="4B5CD601" w14:textId="492413D2" w:rsidR="00744F9D" w:rsidRPr="00744F9D" w:rsidRDefault="00744F9D" w:rsidP="00744F9D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Please ensure any cuts/broken skin grazes are reported and recorded in the accident book</w:t>
            </w:r>
          </w:p>
        </w:tc>
        <w:tc>
          <w:tcPr>
            <w:tcW w:w="3117" w:type="dxa"/>
          </w:tcPr>
          <w:p w14:paraId="101B262E" w14:textId="77777777" w:rsidR="00744F9D" w:rsidRPr="00E7146A" w:rsidRDefault="00744F9D" w:rsidP="00744F9D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E7146A">
              <w:rPr>
                <w:rFonts w:cs="Calibri"/>
                <w:sz w:val="20"/>
                <w:szCs w:val="20"/>
              </w:rPr>
              <w:t>Thorough decontamination to be carried out on exit.</w:t>
            </w:r>
          </w:p>
          <w:p w14:paraId="6EB1077A" w14:textId="77777777" w:rsidR="00744F9D" w:rsidRDefault="00744F9D" w:rsidP="00744F9D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E7146A">
              <w:rPr>
                <w:rFonts w:cs="Calibri"/>
                <w:sz w:val="20"/>
                <w:szCs w:val="20"/>
              </w:rPr>
              <w:t>All injuries to be treated immediately.</w:t>
            </w:r>
          </w:p>
          <w:p w14:paraId="438AC82B" w14:textId="4D416B3D" w:rsidR="00744F9D" w:rsidRPr="00721B81" w:rsidRDefault="00744F9D" w:rsidP="00744F9D">
            <w:pPr>
              <w:pStyle w:val="ListParagraph"/>
              <w:numPr>
                <w:ilvl w:val="0"/>
                <w:numId w:val="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E7146A">
              <w:rPr>
                <w:rFonts w:cs="Calibri"/>
                <w:sz w:val="20"/>
                <w:szCs w:val="20"/>
              </w:rPr>
              <w:t xml:space="preserve">Comply with </w:t>
            </w:r>
            <w:r>
              <w:rPr>
                <w:rFonts w:cs="Calibri"/>
                <w:sz w:val="20"/>
                <w:szCs w:val="20"/>
              </w:rPr>
              <w:t xml:space="preserve">the </w:t>
            </w:r>
            <w:r w:rsidR="00721B81">
              <w:rPr>
                <w:rFonts w:cs="Calibri"/>
                <w:sz w:val="20"/>
                <w:szCs w:val="20"/>
              </w:rPr>
              <w:t>-------------------</w:t>
            </w:r>
            <w:r>
              <w:rPr>
                <w:rFonts w:cs="Calibri"/>
                <w:sz w:val="20"/>
                <w:szCs w:val="20"/>
              </w:rPr>
              <w:t xml:space="preserve"> Group policy and procedures on</w:t>
            </w:r>
            <w:r w:rsidRPr="00E7146A">
              <w:rPr>
                <w:rFonts w:cs="Calibri"/>
                <w:sz w:val="20"/>
                <w:szCs w:val="20"/>
              </w:rPr>
              <w:t xml:space="preserve"> Accidents &amp; Incidents</w:t>
            </w:r>
          </w:p>
        </w:tc>
        <w:tc>
          <w:tcPr>
            <w:tcW w:w="425" w:type="dxa"/>
            <w:vAlign w:val="center"/>
          </w:tcPr>
          <w:p w14:paraId="3E2DF15D" w14:textId="26365498" w:rsidR="00744F9D" w:rsidRPr="00E7146A" w:rsidRDefault="00744F9D" w:rsidP="00744F9D">
            <w:pPr>
              <w:jc w:val="center"/>
              <w:rPr>
                <w:rFonts w:ascii="Calibri" w:hAnsi="Calibri" w:cs="Calibri"/>
                <w:b/>
              </w:rPr>
            </w:pPr>
            <w:r w:rsidRPr="00E7146A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03914B2A" w14:textId="0D581F97" w:rsidR="00744F9D" w:rsidRPr="00E7146A" w:rsidRDefault="00744F9D" w:rsidP="00744F9D">
            <w:pPr>
              <w:jc w:val="center"/>
              <w:rPr>
                <w:rFonts w:ascii="Calibri" w:hAnsi="Calibri" w:cs="Calibri"/>
                <w:b/>
              </w:rPr>
            </w:pPr>
            <w:r w:rsidRPr="00E7146A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552" w:type="dxa"/>
            <w:vAlign w:val="center"/>
          </w:tcPr>
          <w:p w14:paraId="77FD3D95" w14:textId="5B92B4BC" w:rsidR="00744F9D" w:rsidRPr="00E7146A" w:rsidRDefault="00744F9D" w:rsidP="00744F9D">
            <w:pPr>
              <w:jc w:val="center"/>
              <w:rPr>
                <w:rFonts w:ascii="Calibri" w:hAnsi="Calibri" w:cs="Calibri"/>
                <w:b/>
              </w:rPr>
            </w:pPr>
            <w:r w:rsidRPr="00E7146A">
              <w:rPr>
                <w:rFonts w:ascii="Calibri" w:hAnsi="Calibri" w:cs="Calibri"/>
                <w:b/>
              </w:rPr>
              <w:t>4</w:t>
            </w:r>
          </w:p>
        </w:tc>
      </w:tr>
    </w:tbl>
    <w:p w14:paraId="51EFBDF4" w14:textId="79B37D0F" w:rsidR="00745448" w:rsidRDefault="00745448" w:rsidP="00BF02FC">
      <w:pPr>
        <w:rPr>
          <w:rFonts w:ascii="Verdana" w:hAnsi="Verdana" w:cs="Arial"/>
          <w:b/>
          <w:bCs/>
        </w:rPr>
      </w:pPr>
    </w:p>
    <w:p w14:paraId="75D1B11E" w14:textId="0884B1BB" w:rsidR="00C87DBB" w:rsidRDefault="00C87DBB" w:rsidP="00BF02FC">
      <w:pPr>
        <w:rPr>
          <w:rFonts w:ascii="Verdana" w:hAnsi="Verdana" w:cs="Arial"/>
          <w:b/>
          <w:bCs/>
        </w:rPr>
      </w:pPr>
    </w:p>
    <w:p w14:paraId="65A300B6" w14:textId="77777777" w:rsidR="00C87DBB" w:rsidRDefault="00C87DBB" w:rsidP="00BF02FC">
      <w:pPr>
        <w:rPr>
          <w:rFonts w:ascii="Verdana" w:hAnsi="Verdana" w:cs="Arial"/>
          <w:b/>
          <w:bCs/>
        </w:rPr>
      </w:pPr>
    </w:p>
    <w:tbl>
      <w:tblPr>
        <w:tblW w:w="150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552"/>
      </w:tblGrid>
      <w:tr w:rsidR="00C87DBB" w:rsidRPr="00307A0C" w14:paraId="11B8523D" w14:textId="77777777" w:rsidTr="00C672F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122E74C3" w14:textId="77777777" w:rsidR="00C87DBB" w:rsidRPr="00307A0C" w:rsidRDefault="00C87DBB" w:rsidP="00C672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1B4229A5" w14:textId="77777777" w:rsidR="00C87DBB" w:rsidRPr="00307A0C" w:rsidRDefault="00C87DBB" w:rsidP="00C672FA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54445962" w14:textId="77777777" w:rsidR="00C87DBB" w:rsidRPr="00FB19A6" w:rsidRDefault="00C87DBB" w:rsidP="00C672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5D25F884" w14:textId="77777777" w:rsidR="00C87DBB" w:rsidRPr="00FB19A6" w:rsidRDefault="00C87DBB" w:rsidP="00C672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14BBB9B8" w14:textId="77777777" w:rsidR="00C87DBB" w:rsidRPr="00307A0C" w:rsidRDefault="00C87DBB" w:rsidP="00C672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00D0928D" w14:textId="77777777" w:rsidR="00C87DBB" w:rsidRPr="00307A0C" w:rsidRDefault="00C87DBB" w:rsidP="00C672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5C92E25E" w14:textId="77777777" w:rsidR="00C87DBB" w:rsidRPr="00307A0C" w:rsidRDefault="00C87DBB" w:rsidP="00C672FA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0A03245E" w14:textId="77777777" w:rsidR="00C87DBB" w:rsidRPr="00307A0C" w:rsidRDefault="00C87DBB" w:rsidP="00C672FA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3596DE86" w14:textId="77777777" w:rsidR="00C87DBB" w:rsidRPr="00307A0C" w:rsidRDefault="00C87DBB" w:rsidP="00C672FA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77E3933E" w14:textId="77777777" w:rsidR="00C87DBB" w:rsidRPr="00307A0C" w:rsidRDefault="00C87DBB" w:rsidP="00C672FA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403" w:type="dxa"/>
            <w:gridSpan w:val="3"/>
            <w:shd w:val="clear" w:color="auto" w:fill="B2A1C7" w:themeFill="accent4" w:themeFillTint="99"/>
          </w:tcPr>
          <w:p w14:paraId="7094A62F" w14:textId="77777777" w:rsidR="00C87DBB" w:rsidRPr="00307A0C" w:rsidRDefault="00C87DBB" w:rsidP="00C672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C87DBB" w:rsidRPr="00307A0C" w14:paraId="70633896" w14:textId="77777777" w:rsidTr="00C672F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673796B2" w14:textId="77777777" w:rsidR="00C87DBB" w:rsidRPr="00307A0C" w:rsidRDefault="00C87DBB" w:rsidP="00C672F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5A9D0EC4" w14:textId="77777777" w:rsidR="00C87DBB" w:rsidRPr="00307A0C" w:rsidRDefault="00C87DBB" w:rsidP="00C672F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564C68D1" w14:textId="77777777" w:rsidR="00C87DBB" w:rsidRPr="00307A0C" w:rsidRDefault="00C87DBB" w:rsidP="00C672F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4C5DFE2E" w14:textId="77777777" w:rsidR="00C87DBB" w:rsidRPr="00307A0C" w:rsidRDefault="00C87DBB" w:rsidP="00C672F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4CED05E6" w14:textId="77777777" w:rsidR="00C87DBB" w:rsidRPr="00307A0C" w:rsidRDefault="00C87DBB" w:rsidP="00C672F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3C082491" w14:textId="77777777" w:rsidR="00C87DBB" w:rsidRPr="00307A0C" w:rsidRDefault="00C87DBB" w:rsidP="00C672F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1F6FAA9D" w14:textId="77777777" w:rsidR="00C87DBB" w:rsidRPr="00307A0C" w:rsidRDefault="00C87DBB" w:rsidP="00C672F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19F11E02" w14:textId="77777777" w:rsidR="00C87DBB" w:rsidRPr="00307A0C" w:rsidRDefault="00C87DBB" w:rsidP="00C672F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5218E574" w14:textId="77777777" w:rsidR="00C87DBB" w:rsidRPr="00307A0C" w:rsidRDefault="00C87DBB" w:rsidP="00C672F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20276BDC" w14:textId="77777777" w:rsidR="00C87DBB" w:rsidRPr="00307A0C" w:rsidRDefault="00C87DBB" w:rsidP="00C672F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52" w:type="dxa"/>
            <w:shd w:val="clear" w:color="auto" w:fill="B2A1C7" w:themeFill="accent4" w:themeFillTint="99"/>
          </w:tcPr>
          <w:p w14:paraId="23618CCC" w14:textId="77777777" w:rsidR="00C87DBB" w:rsidRPr="00307A0C" w:rsidRDefault="00C87DBB" w:rsidP="00C672F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C87DBB" w:rsidRPr="00307A0C" w14:paraId="0B23D468" w14:textId="77777777" w:rsidTr="00C87DBB">
        <w:trPr>
          <w:cantSplit/>
          <w:trHeight w:val="99"/>
          <w:jc w:val="center"/>
        </w:trPr>
        <w:tc>
          <w:tcPr>
            <w:tcW w:w="1982" w:type="dxa"/>
          </w:tcPr>
          <w:p w14:paraId="528A1CE2" w14:textId="77777777" w:rsidR="00C87DBB" w:rsidRPr="00744F9D" w:rsidRDefault="00C87DBB" w:rsidP="00C87DBB">
            <w:pPr>
              <w:pStyle w:val="Header"/>
              <w:tabs>
                <w:tab w:val="clear" w:pos="4153"/>
                <w:tab w:val="clear" w:pos="8306"/>
                <w:tab w:val="left" w:pos="426"/>
              </w:tabs>
              <w:rPr>
                <w:rFonts w:asciiTheme="minorHAnsi" w:hAnsiTheme="minorHAnsi" w:cstheme="minorHAnsi"/>
                <w:b/>
              </w:rPr>
            </w:pPr>
            <w:r w:rsidRPr="00744F9D">
              <w:rPr>
                <w:rFonts w:asciiTheme="minorHAnsi" w:hAnsiTheme="minorHAnsi" w:cstheme="minorHAnsi"/>
                <w:b/>
              </w:rPr>
              <w:t>LONE WORKING</w:t>
            </w:r>
          </w:p>
          <w:p w14:paraId="67946A04" w14:textId="77777777" w:rsidR="00C87DBB" w:rsidRPr="00307A0C" w:rsidRDefault="00C87DBB" w:rsidP="00C87DB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</w:tcPr>
          <w:p w14:paraId="31463EA6" w14:textId="77777777" w:rsidR="00C87DBB" w:rsidRDefault="00C87DBB" w:rsidP="00C87D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Unidentified persons</w:t>
            </w:r>
          </w:p>
          <w:p w14:paraId="3F1E362A" w14:textId="77777777" w:rsidR="00C87DBB" w:rsidRDefault="00C87DBB" w:rsidP="00C87D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Medical conditions</w:t>
            </w:r>
          </w:p>
          <w:p w14:paraId="43B40D92" w14:textId="09890C90" w:rsidR="00C87DBB" w:rsidRPr="00307A0C" w:rsidRDefault="00C87DBB" w:rsidP="00C87D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No means of communication</w:t>
            </w:r>
          </w:p>
        </w:tc>
        <w:tc>
          <w:tcPr>
            <w:tcW w:w="1558" w:type="dxa"/>
          </w:tcPr>
          <w:p w14:paraId="1782DBB4" w14:textId="77777777" w:rsidR="00C87DBB" w:rsidRPr="00721B81" w:rsidRDefault="00C87DBB" w:rsidP="00C87DBB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Site staff</w:t>
            </w:r>
          </w:p>
          <w:p w14:paraId="12333474" w14:textId="77777777" w:rsidR="00C87DBB" w:rsidRPr="00721B81" w:rsidRDefault="00C87DBB" w:rsidP="00C87DBB">
            <w:pPr>
              <w:rPr>
                <w:rFonts w:ascii="Calibri" w:hAnsi="Calibri" w:cs="Calibri"/>
                <w:b/>
                <w:bCs/>
              </w:rPr>
            </w:pPr>
            <w:r w:rsidRPr="00721B81">
              <w:rPr>
                <w:rFonts w:ascii="Calibri" w:hAnsi="Calibri" w:cs="Calibri"/>
                <w:b/>
                <w:bCs/>
              </w:rPr>
              <w:t>Others</w:t>
            </w:r>
          </w:p>
          <w:p w14:paraId="516FF21F" w14:textId="77777777" w:rsidR="00C87DBB" w:rsidRDefault="00C87DBB" w:rsidP="00C87DBB">
            <w:pPr>
              <w:rPr>
                <w:rFonts w:asciiTheme="minorHAnsi" w:hAnsiTheme="minorHAnsi" w:cstheme="minorHAnsi"/>
              </w:rPr>
            </w:pPr>
            <w:r w:rsidRPr="00744F9D">
              <w:rPr>
                <w:rFonts w:asciiTheme="minorHAnsi" w:hAnsiTheme="minorHAnsi" w:cstheme="minorHAnsi"/>
              </w:rPr>
              <w:t>Lack of help following accident or illness</w:t>
            </w:r>
          </w:p>
          <w:p w14:paraId="6D796604" w14:textId="4EA88101" w:rsidR="00C87DBB" w:rsidRPr="00307A0C" w:rsidRDefault="00C87DBB" w:rsidP="00C87D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Assault</w:t>
            </w:r>
          </w:p>
        </w:tc>
        <w:tc>
          <w:tcPr>
            <w:tcW w:w="426" w:type="dxa"/>
            <w:vAlign w:val="center"/>
          </w:tcPr>
          <w:p w14:paraId="654B8855" w14:textId="3169D2DD" w:rsidR="00C87DBB" w:rsidRPr="00C87DBB" w:rsidRDefault="00C87DBB" w:rsidP="00C87DB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7DBB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25" w:type="dxa"/>
            <w:vAlign w:val="center"/>
          </w:tcPr>
          <w:p w14:paraId="1DBA1FD7" w14:textId="43CB3769" w:rsidR="00C87DBB" w:rsidRPr="00307A0C" w:rsidRDefault="00C87DBB" w:rsidP="00C87DB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F9D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0864315B" w14:textId="661989CA" w:rsidR="00C87DBB" w:rsidRPr="00307A0C" w:rsidRDefault="00C87DBB" w:rsidP="00C87DB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F9D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400" w:type="dxa"/>
          </w:tcPr>
          <w:p w14:paraId="7CC7F1A1" w14:textId="77777777" w:rsidR="00C87DBB" w:rsidRPr="00C87DBB" w:rsidRDefault="00C87DBB" w:rsidP="00C87DBB">
            <w:pPr>
              <w:pStyle w:val="ListParagraph"/>
              <w:numPr>
                <w:ilvl w:val="0"/>
                <w:numId w:val="14"/>
              </w:numPr>
              <w:tabs>
                <w:tab w:val="left" w:pos="473"/>
              </w:tabs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87DBB">
              <w:rPr>
                <w:rFonts w:asciiTheme="minorHAnsi" w:hAnsiTheme="minorHAnsi" w:cstheme="minorHAnsi"/>
                <w:sz w:val="20"/>
                <w:szCs w:val="20"/>
              </w:rPr>
              <w:t>All water testing to be completed during site hours</w:t>
            </w:r>
          </w:p>
          <w:p w14:paraId="1D8DB93B" w14:textId="77777777" w:rsidR="00C87DBB" w:rsidRPr="00C87DBB" w:rsidRDefault="00C87DBB" w:rsidP="00C87DBB">
            <w:pPr>
              <w:pStyle w:val="ListParagraph"/>
              <w:numPr>
                <w:ilvl w:val="0"/>
                <w:numId w:val="14"/>
              </w:numPr>
              <w:tabs>
                <w:tab w:val="left" w:pos="473"/>
              </w:tabs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87DBB">
              <w:rPr>
                <w:rFonts w:asciiTheme="minorHAnsi" w:hAnsiTheme="minorHAnsi" w:cstheme="minorHAnsi"/>
                <w:sz w:val="20"/>
                <w:szCs w:val="20"/>
              </w:rPr>
              <w:t>Conflict resolution training</w:t>
            </w:r>
          </w:p>
          <w:p w14:paraId="6107DD21" w14:textId="77777777" w:rsidR="00C87DBB" w:rsidRPr="00C87DBB" w:rsidRDefault="00C87DBB" w:rsidP="00C87DBB">
            <w:pPr>
              <w:pStyle w:val="ListParagraph"/>
              <w:numPr>
                <w:ilvl w:val="0"/>
                <w:numId w:val="14"/>
              </w:numPr>
              <w:tabs>
                <w:tab w:val="left" w:pos="473"/>
              </w:tabs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87DBB">
              <w:rPr>
                <w:rFonts w:asciiTheme="minorHAnsi" w:hAnsiTheme="minorHAnsi" w:cstheme="minorHAnsi"/>
                <w:sz w:val="20"/>
                <w:szCs w:val="20"/>
              </w:rPr>
              <w:t>Check area before site visit</w:t>
            </w:r>
          </w:p>
          <w:p w14:paraId="5A043923" w14:textId="77777777" w:rsidR="00C87DBB" w:rsidRPr="00C87DBB" w:rsidRDefault="00C87DBB" w:rsidP="00C87DBB">
            <w:pPr>
              <w:pStyle w:val="ListParagraph"/>
              <w:numPr>
                <w:ilvl w:val="0"/>
                <w:numId w:val="14"/>
              </w:numPr>
              <w:tabs>
                <w:tab w:val="left" w:pos="473"/>
              </w:tabs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87DBB">
              <w:rPr>
                <w:rFonts w:asciiTheme="minorHAnsi" w:hAnsiTheme="minorHAnsi" w:cstheme="minorHAnsi"/>
                <w:sz w:val="20"/>
                <w:szCs w:val="20"/>
              </w:rPr>
              <w:t>Park in safe area</w:t>
            </w:r>
          </w:p>
          <w:p w14:paraId="228DA8A0" w14:textId="77777777" w:rsidR="00C87DBB" w:rsidRPr="00C87DBB" w:rsidRDefault="00C87DBB" w:rsidP="00C87DBB">
            <w:pPr>
              <w:pStyle w:val="ListParagraph"/>
              <w:numPr>
                <w:ilvl w:val="0"/>
                <w:numId w:val="14"/>
              </w:numPr>
              <w:tabs>
                <w:tab w:val="left" w:pos="473"/>
              </w:tabs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87DBB">
              <w:rPr>
                <w:rFonts w:asciiTheme="minorHAnsi" w:hAnsiTheme="minorHAnsi" w:cstheme="minorHAnsi"/>
                <w:sz w:val="20"/>
                <w:szCs w:val="20"/>
              </w:rPr>
              <w:t>Arrange parking with site before arrival</w:t>
            </w:r>
          </w:p>
          <w:p w14:paraId="06C63705" w14:textId="19CC31C1" w:rsidR="00C87DBB" w:rsidRPr="00C87DBB" w:rsidRDefault="00C87DBB" w:rsidP="00C87DBB">
            <w:pPr>
              <w:pStyle w:val="ListParagraph"/>
              <w:numPr>
                <w:ilvl w:val="0"/>
                <w:numId w:val="14"/>
              </w:numPr>
              <w:tabs>
                <w:tab w:val="left" w:pos="473"/>
              </w:tabs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87DBB">
              <w:rPr>
                <w:rFonts w:asciiTheme="minorHAnsi" w:hAnsiTheme="minorHAnsi" w:cstheme="minorHAnsi"/>
                <w:sz w:val="20"/>
                <w:szCs w:val="20"/>
              </w:rPr>
              <w:t>All staff to complete a site induction</w:t>
            </w:r>
          </w:p>
        </w:tc>
        <w:tc>
          <w:tcPr>
            <w:tcW w:w="3117" w:type="dxa"/>
          </w:tcPr>
          <w:p w14:paraId="1FFD74A8" w14:textId="77777777" w:rsidR="00C87DBB" w:rsidRPr="00C87DBB" w:rsidRDefault="00C87DBB" w:rsidP="00C87DBB">
            <w:pPr>
              <w:pStyle w:val="ListParagraph"/>
              <w:numPr>
                <w:ilvl w:val="0"/>
                <w:numId w:val="14"/>
              </w:numPr>
              <w:tabs>
                <w:tab w:val="left" w:pos="473"/>
              </w:tabs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87DBB">
              <w:rPr>
                <w:rFonts w:asciiTheme="minorHAnsi" w:hAnsiTheme="minorHAnsi" w:cstheme="minorHAnsi"/>
                <w:sz w:val="20"/>
                <w:szCs w:val="20"/>
              </w:rPr>
              <w:t>No lone working permitted</w:t>
            </w:r>
          </w:p>
          <w:p w14:paraId="62A69FCA" w14:textId="76D22191" w:rsidR="00C87DBB" w:rsidRPr="00C87DBB" w:rsidRDefault="00316E94" w:rsidP="00C87DBB">
            <w:pPr>
              <w:pStyle w:val="ListParagraph"/>
              <w:numPr>
                <w:ilvl w:val="0"/>
                <w:numId w:val="14"/>
              </w:numPr>
              <w:tabs>
                <w:tab w:val="left" w:pos="473"/>
              </w:tabs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87DBB">
              <w:rPr>
                <w:rFonts w:asciiTheme="minorHAnsi" w:hAnsiTheme="minorHAnsi" w:cstheme="minorHAnsi"/>
                <w:sz w:val="20"/>
                <w:szCs w:val="20"/>
              </w:rPr>
              <w:t>Toolbox</w:t>
            </w:r>
            <w:r w:rsidR="00C87DBB" w:rsidRPr="00C87DBB">
              <w:rPr>
                <w:rFonts w:asciiTheme="minorHAnsi" w:hAnsiTheme="minorHAnsi" w:cstheme="minorHAnsi"/>
                <w:sz w:val="20"/>
                <w:szCs w:val="20"/>
              </w:rPr>
              <w:t xml:space="preserve"> talk on lone working</w:t>
            </w:r>
          </w:p>
          <w:p w14:paraId="4560525F" w14:textId="77777777" w:rsidR="00C87DBB" w:rsidRPr="00C87DBB" w:rsidRDefault="00C87DBB" w:rsidP="00C87DBB">
            <w:pPr>
              <w:pStyle w:val="ListParagraph"/>
              <w:numPr>
                <w:ilvl w:val="0"/>
                <w:numId w:val="14"/>
              </w:numPr>
              <w:tabs>
                <w:tab w:val="left" w:pos="473"/>
              </w:tabs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87DBB">
              <w:rPr>
                <w:rFonts w:asciiTheme="minorHAnsi" w:hAnsiTheme="minorHAnsi" w:cstheme="minorHAnsi"/>
                <w:sz w:val="20"/>
                <w:szCs w:val="20"/>
              </w:rPr>
              <w:t>All site staff to carry a mobile phone</w:t>
            </w:r>
          </w:p>
          <w:p w14:paraId="7D396ED0" w14:textId="5DA5F309" w:rsidR="00C87DBB" w:rsidRPr="00C87DBB" w:rsidRDefault="00C87DBB" w:rsidP="00C87DBB">
            <w:pPr>
              <w:pStyle w:val="ListParagraph"/>
              <w:numPr>
                <w:ilvl w:val="0"/>
                <w:numId w:val="14"/>
              </w:numPr>
              <w:tabs>
                <w:tab w:val="left" w:pos="473"/>
              </w:tabs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87DBB">
              <w:rPr>
                <w:rFonts w:asciiTheme="minorHAnsi" w:hAnsiTheme="minorHAnsi" w:cstheme="minorHAnsi"/>
                <w:sz w:val="20"/>
                <w:szCs w:val="20"/>
              </w:rPr>
              <w:t xml:space="preserve">All </w:t>
            </w:r>
            <w:r w:rsidR="00316E94" w:rsidRPr="00C87DBB">
              <w:rPr>
                <w:rFonts w:asciiTheme="minorHAnsi" w:hAnsiTheme="minorHAnsi" w:cstheme="minorHAnsi"/>
                <w:sz w:val="20"/>
                <w:szCs w:val="20"/>
              </w:rPr>
              <w:t>works and</w:t>
            </w:r>
            <w:r w:rsidRPr="00C87DB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16E94" w:rsidRPr="00C87DBB">
              <w:rPr>
                <w:rFonts w:asciiTheme="minorHAnsi" w:hAnsiTheme="minorHAnsi" w:cstheme="minorHAnsi"/>
                <w:sz w:val="20"/>
                <w:szCs w:val="20"/>
              </w:rPr>
              <w:t>location to</w:t>
            </w:r>
            <w:r w:rsidRPr="00C87DBB">
              <w:rPr>
                <w:rFonts w:asciiTheme="minorHAnsi" w:hAnsiTheme="minorHAnsi" w:cstheme="minorHAnsi"/>
                <w:sz w:val="20"/>
                <w:szCs w:val="20"/>
              </w:rPr>
              <w:t xml:space="preserve"> be notified to the site manager before start</w:t>
            </w:r>
          </w:p>
        </w:tc>
        <w:tc>
          <w:tcPr>
            <w:tcW w:w="425" w:type="dxa"/>
            <w:vAlign w:val="center"/>
          </w:tcPr>
          <w:p w14:paraId="1F5D2404" w14:textId="47A568F7" w:rsidR="00C87DBB" w:rsidRPr="00307A0C" w:rsidRDefault="00C87DBB" w:rsidP="00C87DBB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F9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26" w:type="dxa"/>
            <w:vAlign w:val="center"/>
          </w:tcPr>
          <w:p w14:paraId="533B6A12" w14:textId="2FB8A605" w:rsidR="00C87DBB" w:rsidRPr="00307A0C" w:rsidRDefault="00C87DBB" w:rsidP="00C87DB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F9D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552" w:type="dxa"/>
            <w:vAlign w:val="center"/>
          </w:tcPr>
          <w:p w14:paraId="29610C5B" w14:textId="59C5E2EF" w:rsidR="00C87DBB" w:rsidRPr="00307A0C" w:rsidRDefault="00C87DBB" w:rsidP="00C87DB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F9D">
              <w:rPr>
                <w:rFonts w:asciiTheme="minorHAnsi" w:hAnsiTheme="minorHAnsi" w:cstheme="minorHAnsi"/>
                <w:b/>
              </w:rPr>
              <w:t>5</w:t>
            </w:r>
          </w:p>
        </w:tc>
      </w:tr>
    </w:tbl>
    <w:p w14:paraId="7C030547" w14:textId="77777777" w:rsidR="00C87DBB" w:rsidRDefault="00C87DBB" w:rsidP="00BF02FC">
      <w:pPr>
        <w:rPr>
          <w:rFonts w:ascii="Verdana" w:hAnsi="Verdana" w:cs="Arial"/>
          <w:b/>
          <w:bCs/>
        </w:rPr>
      </w:pPr>
    </w:p>
    <w:p w14:paraId="448AE587" w14:textId="77777777" w:rsidR="00744F9D" w:rsidRDefault="00744F9D" w:rsidP="00744F9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527268C4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A3460A0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915683F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56782AF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0B25B63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20D2CBD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B5D171E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27E4C80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8309478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D3ACCD1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CA52A9A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6F1FAE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54BE8D1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C7FE82F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FF91083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175C48F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F87AF3C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243384D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E0D2C70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F40642D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63680DE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B04939D" w14:textId="77777777" w:rsidR="00C87DBB" w:rsidRDefault="00C87DBB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28CF6BA" w14:textId="43FA7919" w:rsidR="007770CC" w:rsidRPr="007770CC" w:rsidRDefault="007770CC" w:rsidP="00744F9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70CC">
        <w:rPr>
          <w:rFonts w:asciiTheme="minorHAnsi" w:hAnsiTheme="minorHAnsi" w:cstheme="minorHAnsi"/>
          <w:b/>
          <w:bCs/>
          <w:sz w:val="22"/>
          <w:szCs w:val="22"/>
        </w:rPr>
        <w:t>PPE Required</w:t>
      </w:r>
    </w:p>
    <w:p w14:paraId="14E1F65E" w14:textId="77777777" w:rsidR="007770CC" w:rsidRDefault="007770CC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7770CC">
        <w:rPr>
          <w:rFonts w:asciiTheme="minorHAnsi" w:hAnsiTheme="minorHAnsi" w:cstheme="minorHAnsi"/>
          <w:b/>
          <w:bCs/>
          <w:sz w:val="16"/>
          <w:szCs w:val="16"/>
        </w:rPr>
        <w:t>(Please tick all that apply</w:t>
      </w:r>
      <w:r w:rsidR="00745448">
        <w:rPr>
          <w:rFonts w:asciiTheme="minorHAnsi" w:hAnsiTheme="minorHAnsi" w:cstheme="minorHAnsi"/>
          <w:b/>
          <w:bCs/>
          <w:sz w:val="16"/>
          <w:szCs w:val="16"/>
        </w:rPr>
        <w:t>)</w:t>
      </w:r>
    </w:p>
    <w:p w14:paraId="3BB541DA" w14:textId="77777777" w:rsidR="00745448" w:rsidRPr="007770CC" w:rsidRDefault="00745448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268"/>
        <w:gridCol w:w="2127"/>
        <w:gridCol w:w="1984"/>
        <w:gridCol w:w="1985"/>
        <w:gridCol w:w="1984"/>
        <w:gridCol w:w="1706"/>
      </w:tblGrid>
      <w:tr w:rsidR="00745448" w:rsidRPr="00651EF5" w14:paraId="4A09DD4A" w14:textId="77777777" w:rsidTr="00632DD1">
        <w:trPr>
          <w:trHeight w:val="1266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33AC0989" w14:textId="77777777" w:rsidR="00745448" w:rsidRPr="00651EF5" w:rsidRDefault="00745448" w:rsidP="009C56C0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37BA634" wp14:editId="59A3CF83">
                  <wp:extent cx="57912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69F68F3B" w14:textId="77777777" w:rsidR="00745448" w:rsidRPr="00651EF5" w:rsidRDefault="00745448" w:rsidP="009C56C0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C5CBE63" wp14:editId="0D00C817">
                  <wp:extent cx="579120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32E1A8B2" w14:textId="77777777" w:rsidR="00745448" w:rsidRPr="00651EF5" w:rsidRDefault="00745448" w:rsidP="009C56C0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208D206" wp14:editId="576E2ECF">
                  <wp:extent cx="621665" cy="822960"/>
                  <wp:effectExtent l="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6117B79" w14:textId="77777777" w:rsidR="00745448" w:rsidRPr="00651EF5" w:rsidRDefault="00745448" w:rsidP="009C56C0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9069424" wp14:editId="4C6DF3DB">
                  <wp:extent cx="633730" cy="82296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37BA9D62" w14:textId="77777777" w:rsidR="00745448" w:rsidRPr="00651EF5" w:rsidRDefault="00745448" w:rsidP="009C56C0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130FD0A" wp14:editId="3F68325D">
                  <wp:extent cx="658495" cy="822960"/>
                  <wp:effectExtent l="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D349CEF" w14:textId="77777777" w:rsidR="00745448" w:rsidRPr="00651EF5" w:rsidRDefault="00745448" w:rsidP="009C56C0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B60E970" wp14:editId="6FE82462">
                  <wp:extent cx="664210" cy="822960"/>
                  <wp:effectExtent l="0" t="0" r="254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3675389E" w14:textId="77777777" w:rsidR="00745448" w:rsidRPr="00651EF5" w:rsidRDefault="00745448" w:rsidP="009C56C0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7C8B45F" wp14:editId="29BC623A">
                  <wp:extent cx="652145" cy="8229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504D7562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777B3C31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HELMET</w:t>
            </w:r>
          </w:p>
          <w:p w14:paraId="4DC11B9C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044D1A99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HIGH VISIBILITY VEST</w:t>
            </w:r>
          </w:p>
          <w:p w14:paraId="1D021AC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74CA0ACC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BOOTS</w:t>
            </w:r>
          </w:p>
          <w:p w14:paraId="060D3165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432C97C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GLOVES</w:t>
            </w:r>
          </w:p>
          <w:p w14:paraId="20C78DF4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29D8942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EYE PROTECTION</w:t>
            </w:r>
          </w:p>
          <w:p w14:paraId="10A7649F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00CBF1B8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EAR PROTECTION</w:t>
            </w:r>
          </w:p>
          <w:p w14:paraId="2B04DE09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74C6CFF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OVERALLS</w:t>
            </w:r>
          </w:p>
          <w:p w14:paraId="0A253420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</w:tr>
      <w:tr w:rsidR="00745448" w:rsidRPr="00651EF5" w14:paraId="6593D895" w14:textId="77777777" w:rsidTr="00864989">
        <w:trPr>
          <w:jc w:val="center"/>
        </w:trPr>
        <w:tc>
          <w:tcPr>
            <w:tcW w:w="2263" w:type="dxa"/>
            <w:shd w:val="clear" w:color="auto" w:fill="auto"/>
          </w:tcPr>
          <w:p w14:paraId="469D0E90" w14:textId="77777777" w:rsidR="00745448" w:rsidRPr="00651EF5" w:rsidRDefault="00745448" w:rsidP="009C56C0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  <w:p w14:paraId="12447B9D" w14:textId="77777777" w:rsidR="00745448" w:rsidRPr="00651EF5" w:rsidRDefault="00745448" w:rsidP="009C56C0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6846EC95" w14:textId="77777777" w:rsidR="00745448" w:rsidRPr="00651EF5" w:rsidRDefault="00745448" w:rsidP="009C56C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14:paraId="03EEF2F7" w14:textId="77777777" w:rsidR="00745448" w:rsidRPr="00651EF5" w:rsidRDefault="00745448" w:rsidP="009C56C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00EB9140" w14:textId="77777777" w:rsidR="00745448" w:rsidRPr="00651EF5" w:rsidRDefault="00745448" w:rsidP="009C56C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682FFB78" w14:textId="77777777" w:rsidR="00745448" w:rsidRPr="00651EF5" w:rsidRDefault="00745448" w:rsidP="009C56C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13CF25C8" w14:textId="77777777" w:rsidR="00745448" w:rsidRPr="00651EF5" w:rsidRDefault="00745448" w:rsidP="009C56C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6" w:type="dxa"/>
            <w:shd w:val="clear" w:color="auto" w:fill="auto"/>
          </w:tcPr>
          <w:p w14:paraId="0CE919EA" w14:textId="77777777" w:rsidR="00745448" w:rsidRPr="00651EF5" w:rsidRDefault="00745448" w:rsidP="009C56C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5448" w:rsidRPr="00651EF5" w14:paraId="53AEA8BE" w14:textId="77777777" w:rsidTr="00F619C9">
        <w:trPr>
          <w:trHeight w:val="1338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73E8BD45" w14:textId="77777777" w:rsidR="00745448" w:rsidRPr="00651EF5" w:rsidRDefault="00745448" w:rsidP="009C56C0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87E7B52" wp14:editId="774DA033">
                  <wp:extent cx="603250" cy="817245"/>
                  <wp:effectExtent l="0" t="0" r="6350" b="190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42B1E48C" w14:textId="77777777" w:rsidR="00745448" w:rsidRPr="00651EF5" w:rsidRDefault="00745448" w:rsidP="009C56C0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807B331" wp14:editId="5A7269F1">
                  <wp:extent cx="658495" cy="817245"/>
                  <wp:effectExtent l="0" t="0" r="8255" b="190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3D9998AA" w14:textId="77777777" w:rsidR="00745448" w:rsidRPr="00651EF5" w:rsidRDefault="00745448" w:rsidP="009C56C0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257283A" wp14:editId="14AF2592">
                  <wp:extent cx="640080" cy="817245"/>
                  <wp:effectExtent l="0" t="0" r="7620" b="190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48828860" w14:textId="77777777" w:rsidR="00745448" w:rsidRPr="00651EF5" w:rsidRDefault="00745448" w:rsidP="009C56C0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E41061E" wp14:editId="3F946997">
                  <wp:extent cx="633730" cy="810895"/>
                  <wp:effectExtent l="0" t="0" r="0" b="825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52B6A3D0" w14:textId="77777777" w:rsidR="00745448" w:rsidRPr="00651EF5" w:rsidRDefault="00745448" w:rsidP="009C56C0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BA3A4A4" wp14:editId="0FEFF8CE">
                  <wp:extent cx="621665" cy="810895"/>
                  <wp:effectExtent l="0" t="0" r="6985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43B753B4" w14:textId="77777777" w:rsidR="00745448" w:rsidRPr="00651EF5" w:rsidRDefault="00745448" w:rsidP="009C56C0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428A66B" wp14:editId="26851776">
                  <wp:extent cx="633730" cy="814999"/>
                  <wp:effectExtent l="0" t="0" r="0" b="444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35"/>
                          <a:stretch/>
                        </pic:blipFill>
                        <pic:spPr bwMode="auto">
                          <a:xfrm>
                            <a:off x="0" y="0"/>
                            <a:ext cx="633730" cy="814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6B1304DE" w14:textId="77777777" w:rsidR="00745448" w:rsidRPr="00651EF5" w:rsidRDefault="00745448" w:rsidP="009C56C0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AE1D35F" wp14:editId="2476C49F">
                  <wp:extent cx="640080" cy="810895"/>
                  <wp:effectExtent l="0" t="0" r="7620" b="825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44B36650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6E8C50AB" w14:textId="77777777" w:rsidR="00745448" w:rsidRPr="00745448" w:rsidRDefault="00745448" w:rsidP="009C56C0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LABORATORY COATS</w:t>
            </w:r>
          </w:p>
          <w:p w14:paraId="17FFB38C" w14:textId="77777777" w:rsidR="00745448" w:rsidRPr="00745448" w:rsidRDefault="00745448" w:rsidP="009C56C0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4797CC6A" w14:textId="77777777" w:rsidR="00745448" w:rsidRPr="00745448" w:rsidRDefault="00745448" w:rsidP="009C56C0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WELDING MASK</w:t>
            </w:r>
          </w:p>
          <w:p w14:paraId="2589CE15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32B3D1B9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VISORS</w:t>
            </w:r>
          </w:p>
          <w:p w14:paraId="378174BC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7C68118E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HAIR NETS</w:t>
            </w:r>
          </w:p>
          <w:p w14:paraId="3F767CCE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F9ECD5E" w14:textId="77777777" w:rsidR="00745448" w:rsidRPr="00745448" w:rsidRDefault="00745448" w:rsidP="009C56C0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ESCAPE ROUTES</w:t>
            </w:r>
          </w:p>
          <w:p w14:paraId="4A396384" w14:textId="77777777" w:rsidR="00745448" w:rsidRPr="00745448" w:rsidRDefault="00745448" w:rsidP="009C56C0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KEPT CLEAR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16ABAD07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SAFETY HARNESSES </w:t>
            </w:r>
          </w:p>
          <w:p w14:paraId="53199280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171611BE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NO MOBILE PHONES</w:t>
            </w:r>
          </w:p>
        </w:tc>
      </w:tr>
      <w:tr w:rsidR="00745448" w:rsidRPr="00651EF5" w14:paraId="23269D79" w14:textId="77777777" w:rsidTr="00745448">
        <w:trPr>
          <w:jc w:val="center"/>
        </w:trPr>
        <w:tc>
          <w:tcPr>
            <w:tcW w:w="2263" w:type="dxa"/>
            <w:shd w:val="clear" w:color="auto" w:fill="auto"/>
          </w:tcPr>
          <w:p w14:paraId="3168DF0F" w14:textId="77777777" w:rsidR="00745448" w:rsidRPr="00651EF5" w:rsidRDefault="00745448" w:rsidP="009C56C0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1F420DAE" w14:textId="77777777" w:rsidR="00745448" w:rsidRPr="00651EF5" w:rsidRDefault="00745448" w:rsidP="009C56C0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shd w:val="clear" w:color="auto" w:fill="auto"/>
          </w:tcPr>
          <w:p w14:paraId="44138DC6" w14:textId="77777777" w:rsidR="00745448" w:rsidRPr="00651EF5" w:rsidRDefault="00745448" w:rsidP="009C56C0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3D32BC4C" w14:textId="77777777" w:rsidR="00745448" w:rsidRPr="00651EF5" w:rsidRDefault="00745448" w:rsidP="009C56C0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5E6E8181" w14:textId="77777777" w:rsidR="00745448" w:rsidRPr="00651EF5" w:rsidRDefault="00745448" w:rsidP="009C56C0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506B2028" w14:textId="77777777" w:rsidR="00745448" w:rsidRPr="00651EF5" w:rsidRDefault="00745448" w:rsidP="009C56C0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38BD86C2" w14:textId="77777777" w:rsidR="00745448" w:rsidRPr="00651EF5" w:rsidRDefault="00745448" w:rsidP="009C56C0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59E78D5A" w14:textId="77777777" w:rsidR="00745448" w:rsidRPr="00651EF5" w:rsidRDefault="00745448" w:rsidP="009C56C0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  <w:tr w:rsidR="00745448" w:rsidRPr="00651EF5" w14:paraId="438697FB" w14:textId="77777777" w:rsidTr="00F619C9">
        <w:trPr>
          <w:trHeight w:val="1181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1B73F464" w14:textId="77777777" w:rsidR="00745448" w:rsidRPr="00651EF5" w:rsidRDefault="00745448" w:rsidP="009C56C0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1F5B823" wp14:editId="5AA5EF5B">
                  <wp:extent cx="652145" cy="786765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4A73541A" w14:textId="77777777" w:rsidR="00745448" w:rsidRPr="00651EF5" w:rsidRDefault="00745448" w:rsidP="009C56C0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ADC4B54" wp14:editId="6042A41D">
                  <wp:extent cx="652145" cy="786765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456E56FE" w14:textId="77777777" w:rsidR="00745448" w:rsidRPr="00651EF5" w:rsidRDefault="00745448" w:rsidP="009C56C0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79EDB20" wp14:editId="24495EBA">
                  <wp:extent cx="652145" cy="817245"/>
                  <wp:effectExtent l="0" t="0" r="0" b="190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350C172E" w14:textId="77777777" w:rsidR="00745448" w:rsidRPr="00651EF5" w:rsidRDefault="00745448" w:rsidP="009C56C0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DC3C20A" wp14:editId="49F7C383">
                  <wp:extent cx="652145" cy="82296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2BE20F70" w14:textId="77777777" w:rsidR="00745448" w:rsidRPr="00651EF5" w:rsidRDefault="00745448" w:rsidP="009C56C0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114562D" wp14:editId="443AD12B">
                  <wp:extent cx="621665" cy="822960"/>
                  <wp:effectExtent l="0" t="0" r="698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A76F95B" w14:textId="77777777" w:rsidR="00745448" w:rsidRPr="00651EF5" w:rsidRDefault="00745448" w:rsidP="009C56C0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F7729C7" wp14:editId="398A71E3">
                  <wp:extent cx="658495" cy="822960"/>
                  <wp:effectExtent l="0" t="0" r="825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</w:tcPr>
          <w:p w14:paraId="6148DE57" w14:textId="77777777" w:rsidR="00745448" w:rsidRPr="00651EF5" w:rsidRDefault="00632DD1" w:rsidP="00632DD1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26DA5D6" wp14:editId="49237630">
                  <wp:extent cx="621089" cy="82193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438"/>
                          <a:stretch/>
                        </pic:blipFill>
                        <pic:spPr bwMode="auto">
                          <a:xfrm>
                            <a:off x="0" y="0"/>
                            <a:ext cx="624609" cy="82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05DDFC8B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1D815300" w14:textId="77777777" w:rsidR="00745448" w:rsidRPr="00745448" w:rsidRDefault="00745448" w:rsidP="009C56C0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REPIRATORS</w:t>
            </w:r>
          </w:p>
          <w:p w14:paraId="0559E02D" w14:textId="77777777" w:rsidR="00745448" w:rsidRPr="00745448" w:rsidRDefault="00745448" w:rsidP="009C56C0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63F9C229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HAVE YOU BEEN</w:t>
            </w:r>
          </w:p>
          <w:p w14:paraId="7F9A985A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FACE FIT TESTED?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68D39F64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PEDESTRIAN MUST</w:t>
            </w:r>
          </w:p>
          <w:p w14:paraId="1996B259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USE THIS ROUTE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4544ACD7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OVERALLS</w:t>
            </w:r>
          </w:p>
          <w:p w14:paraId="76A789E5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4621593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FOOTWEAR</w:t>
            </w:r>
          </w:p>
          <w:p w14:paraId="11E253CA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 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32B52661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OPAQUE SAFETY GLASSES</w:t>
            </w:r>
          </w:p>
          <w:p w14:paraId="6A8E2157" w14:textId="77777777" w:rsidR="00745448" w:rsidRPr="00745448" w:rsidRDefault="00745448" w:rsidP="009C56C0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69A1F918" w14:textId="77777777" w:rsidR="00745448" w:rsidRPr="00632DD1" w:rsidRDefault="00632DD1" w:rsidP="009C56C0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632DD1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DRIVERS MUST REPORT TO SITE OFFICE</w:t>
            </w:r>
          </w:p>
        </w:tc>
      </w:tr>
      <w:tr w:rsidR="00745448" w:rsidRPr="00651EF5" w14:paraId="0162C9FD" w14:textId="77777777" w:rsidTr="00864989">
        <w:trPr>
          <w:jc w:val="center"/>
        </w:trPr>
        <w:tc>
          <w:tcPr>
            <w:tcW w:w="2263" w:type="dxa"/>
            <w:shd w:val="clear" w:color="auto" w:fill="auto"/>
          </w:tcPr>
          <w:p w14:paraId="302E0669" w14:textId="77777777" w:rsidR="00745448" w:rsidRPr="00651EF5" w:rsidRDefault="00745448" w:rsidP="009C56C0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70B8C089" w14:textId="77777777" w:rsidR="00745448" w:rsidRPr="00651EF5" w:rsidRDefault="00745448" w:rsidP="009C56C0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shd w:val="clear" w:color="auto" w:fill="auto"/>
          </w:tcPr>
          <w:p w14:paraId="7ABF322A" w14:textId="77777777" w:rsidR="00745448" w:rsidRPr="00651EF5" w:rsidRDefault="00745448" w:rsidP="009C56C0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13F472C4" w14:textId="77777777" w:rsidR="00745448" w:rsidRPr="00651EF5" w:rsidRDefault="00745448" w:rsidP="009C56C0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23E38646" w14:textId="77777777" w:rsidR="00745448" w:rsidRPr="00651EF5" w:rsidRDefault="00745448" w:rsidP="009C56C0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6AA2E054" w14:textId="77777777" w:rsidR="00745448" w:rsidRPr="00651EF5" w:rsidRDefault="00745448" w:rsidP="009C56C0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0584D980" w14:textId="77777777" w:rsidR="00745448" w:rsidRPr="00651EF5" w:rsidRDefault="00745448" w:rsidP="009C56C0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5498B4F4" w14:textId="77777777" w:rsidR="00745448" w:rsidRPr="00651EF5" w:rsidRDefault="00745448" w:rsidP="009C56C0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</w:tbl>
    <w:p w14:paraId="45EB9E1D" w14:textId="77777777" w:rsidR="00180839" w:rsidRPr="007770CC" w:rsidRDefault="00180839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B1DA902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u w:val="single"/>
        </w:rPr>
      </w:pPr>
      <w:r w:rsidRPr="007770CC">
        <w:rPr>
          <w:rFonts w:asciiTheme="minorHAnsi" w:hAnsiTheme="minorHAnsi" w:cstheme="minorHAnsi"/>
          <w:b/>
          <w:bCs/>
          <w:u w:val="single"/>
        </w:rPr>
        <w:t>Notes</w:t>
      </w:r>
    </w:p>
    <w:p w14:paraId="3BE99B4D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For risk assessments requiring project specific amendment - the Risk Assessment shall be reviewed weekly to ensure, it remains current as the project progresses.</w:t>
      </w:r>
    </w:p>
    <w:p w14:paraId="0BF7B045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All employees to attend site induction/sign-in prior to commencing work on site.</w:t>
      </w:r>
    </w:p>
    <w:p w14:paraId="3831EBA2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First Aid facilities to be provided by Client/Principal Contractor</w:t>
      </w:r>
    </w:p>
    <w:p w14:paraId="6E2971E7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Welfare facilities to be provided by Client/Principal Contractor</w:t>
      </w:r>
    </w:p>
    <w:p w14:paraId="470392C5" w14:textId="77777777" w:rsidR="007770CC" w:rsidRPr="007770CC" w:rsidRDefault="007770CC" w:rsidP="007770CC">
      <w:pPr>
        <w:rPr>
          <w:rFonts w:ascii="Verdana" w:hAnsi="Verdana" w:cs="Arial"/>
          <w:b/>
          <w:bCs/>
          <w:u w:val="single"/>
        </w:rPr>
      </w:pPr>
    </w:p>
    <w:p w14:paraId="6F22601D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4CE1C7E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227CD3D" w14:textId="77777777" w:rsidR="00745448" w:rsidRDefault="00745448" w:rsidP="0059074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BF9713C" w14:textId="77777777" w:rsidR="00774127" w:rsidRPr="000C5559" w:rsidRDefault="00BF02FC" w:rsidP="0059074B">
      <w:pPr>
        <w:rPr>
          <w:rFonts w:asciiTheme="minorHAnsi" w:hAnsiTheme="minorHAnsi" w:cstheme="minorHAnsi"/>
          <w:bCs/>
        </w:rPr>
      </w:pPr>
      <w:r w:rsidRPr="000C5559">
        <w:rPr>
          <w:rFonts w:asciiTheme="minorHAnsi" w:hAnsiTheme="minorHAnsi" w:cstheme="minorHAnsi"/>
          <w:b/>
          <w:bCs/>
          <w:u w:val="single"/>
        </w:rPr>
        <w:t>Risk Assessment Matrix</w:t>
      </w:r>
    </w:p>
    <w:p w14:paraId="7B79B6A0" w14:textId="77777777" w:rsidR="00BF02FC" w:rsidRPr="000C5559" w:rsidRDefault="00BF02FC" w:rsidP="0059074B">
      <w:pPr>
        <w:rPr>
          <w:rFonts w:asciiTheme="minorHAnsi" w:hAnsiTheme="minorHAnsi" w:cstheme="minorHAnsi"/>
          <w:b/>
          <w:bCs/>
        </w:rPr>
      </w:pPr>
      <w:r w:rsidRPr="000C5559">
        <w:rPr>
          <w:rFonts w:asciiTheme="minorHAnsi" w:hAnsiTheme="minorHAnsi" w:cstheme="minorHAnsi"/>
          <w:b/>
          <w:bCs/>
        </w:rPr>
        <w:t>Multiply scores to arrive at risk rating</w:t>
      </w:r>
      <w:r w:rsidR="00A21C7A" w:rsidRPr="000C5559">
        <w:rPr>
          <w:rFonts w:asciiTheme="minorHAnsi" w:hAnsiTheme="minorHAnsi" w:cstheme="minorHAnsi"/>
          <w:b/>
          <w:bCs/>
        </w:rPr>
        <w:t xml:space="preserve"> (RR)</w:t>
      </w:r>
    </w:p>
    <w:p w14:paraId="0760224C" w14:textId="77777777" w:rsidR="00BF02FC" w:rsidRPr="000C5559" w:rsidRDefault="00BF02FC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848"/>
        <w:gridCol w:w="1031"/>
        <w:gridCol w:w="1031"/>
        <w:gridCol w:w="1031"/>
        <w:gridCol w:w="1031"/>
        <w:gridCol w:w="1031"/>
        <w:gridCol w:w="1031"/>
      </w:tblGrid>
      <w:tr w:rsidR="00BF02FC" w:rsidRPr="000C5559" w14:paraId="3D68ED54" w14:textId="77777777" w:rsidTr="007F77F6">
        <w:trPr>
          <w:trHeight w:val="349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0E106EF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7EAE4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86" w:type="dxa"/>
            <w:gridSpan w:val="6"/>
            <w:tcBorders>
              <w:left w:val="single" w:sz="4" w:space="0" w:color="auto"/>
            </w:tcBorders>
            <w:shd w:val="clear" w:color="auto" w:fill="E0E0E0"/>
          </w:tcPr>
          <w:p w14:paraId="41F1003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Probability</w:t>
            </w:r>
          </w:p>
          <w:p w14:paraId="55A1DB5A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02FC" w:rsidRPr="000C5559" w14:paraId="06EEE273" w14:textId="77777777" w:rsidTr="007F77F6">
        <w:trPr>
          <w:cantSplit/>
          <w:trHeight w:val="1459"/>
        </w:trPr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57CF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8EF12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F785470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Remote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64C30CA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Unlikely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3F8A8FF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Possible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557822F7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7CE23FE2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Very 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0EB9BF5C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Certain</w:t>
            </w:r>
          </w:p>
        </w:tc>
      </w:tr>
      <w:tr w:rsidR="00BF02FC" w:rsidRPr="000C5559" w14:paraId="02864463" w14:textId="77777777" w:rsidTr="007F77F6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E0E0E0"/>
            <w:textDirection w:val="btLr"/>
          </w:tcPr>
          <w:p w14:paraId="157207D5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1782C" w:rsidRPr="000C5559">
              <w:rPr>
                <w:rFonts w:asciiTheme="minorHAnsi" w:hAnsiTheme="minorHAnsi" w:cstheme="minorHAnsi"/>
                <w:b/>
                <w:bCs/>
              </w:rPr>
              <w:t>Outcome</w:t>
            </w:r>
          </w:p>
        </w:tc>
        <w:tc>
          <w:tcPr>
            <w:tcW w:w="2848" w:type="dxa"/>
            <w:tcBorders>
              <w:top w:val="single" w:sz="4" w:space="0" w:color="auto"/>
            </w:tcBorders>
            <w:shd w:val="clear" w:color="auto" w:fill="auto"/>
          </w:tcPr>
          <w:p w14:paraId="52A336B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No Injury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5A77F1F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468B3E0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66D707C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62514AF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63B57CA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447C2933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6A45602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283E180F" w14:textId="77777777" w:rsidTr="007F77F6">
        <w:tc>
          <w:tcPr>
            <w:tcW w:w="614" w:type="dxa"/>
            <w:vMerge/>
            <w:shd w:val="clear" w:color="auto" w:fill="E0E0E0"/>
          </w:tcPr>
          <w:p w14:paraId="73FA2E61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FD223B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Minor Injury</w:t>
            </w:r>
          </w:p>
        </w:tc>
        <w:tc>
          <w:tcPr>
            <w:tcW w:w="1031" w:type="dxa"/>
            <w:shd w:val="clear" w:color="auto" w:fill="E0E0E0"/>
          </w:tcPr>
          <w:p w14:paraId="1BB12A9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76BB365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0720D23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112D78C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187E1F6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3986F74D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09CA12C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61B4AE75" w14:textId="77777777" w:rsidTr="007F77F6">
        <w:tc>
          <w:tcPr>
            <w:tcW w:w="614" w:type="dxa"/>
            <w:vMerge/>
            <w:shd w:val="clear" w:color="auto" w:fill="E0E0E0"/>
          </w:tcPr>
          <w:p w14:paraId="712DB5C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01A3E50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First Aid Injury</w:t>
            </w:r>
          </w:p>
        </w:tc>
        <w:tc>
          <w:tcPr>
            <w:tcW w:w="1031" w:type="dxa"/>
            <w:shd w:val="clear" w:color="auto" w:fill="E0E0E0"/>
          </w:tcPr>
          <w:p w14:paraId="0795B42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152E078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21E2A71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0F30B03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59E4755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2C77A1BB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0484476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</w:tr>
      <w:tr w:rsidR="004B66ED" w:rsidRPr="000C5559" w14:paraId="0A9DA647" w14:textId="77777777" w:rsidTr="007F77F6">
        <w:tc>
          <w:tcPr>
            <w:tcW w:w="614" w:type="dxa"/>
            <w:vMerge/>
            <w:shd w:val="clear" w:color="auto" w:fill="E0E0E0"/>
          </w:tcPr>
          <w:p w14:paraId="6B95AF7E" w14:textId="77777777" w:rsidR="004B66ED" w:rsidRPr="000C5559" w:rsidRDefault="004B66ED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687A71AD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Reportable Injury</w:t>
            </w:r>
          </w:p>
          <w:p w14:paraId="3C67F242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(7 Day)</w:t>
            </w:r>
          </w:p>
        </w:tc>
        <w:tc>
          <w:tcPr>
            <w:tcW w:w="1031" w:type="dxa"/>
            <w:shd w:val="clear" w:color="auto" w:fill="E0E0E0"/>
          </w:tcPr>
          <w:p w14:paraId="7AC5A3D7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0B2B7575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1D45B0D8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159E0FCF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6BD13AA9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  <w:p w14:paraId="54C443A7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0000"/>
          </w:tcPr>
          <w:p w14:paraId="08644AFE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</w:tr>
      <w:tr w:rsidR="00BF02FC" w:rsidRPr="000C5559" w14:paraId="205F6486" w14:textId="77777777" w:rsidTr="007F77F6">
        <w:tc>
          <w:tcPr>
            <w:tcW w:w="614" w:type="dxa"/>
            <w:vMerge/>
            <w:shd w:val="clear" w:color="auto" w:fill="E0E0E0"/>
          </w:tcPr>
          <w:p w14:paraId="5D00A784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7D2755D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Major Injury</w:t>
            </w:r>
          </w:p>
        </w:tc>
        <w:tc>
          <w:tcPr>
            <w:tcW w:w="1031" w:type="dxa"/>
            <w:shd w:val="clear" w:color="auto" w:fill="E0E0E0"/>
          </w:tcPr>
          <w:p w14:paraId="6915A9C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00FF00"/>
          </w:tcPr>
          <w:p w14:paraId="7F1EC41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FF6600"/>
          </w:tcPr>
          <w:p w14:paraId="5A561BF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347BE31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  <w:tc>
          <w:tcPr>
            <w:tcW w:w="1031" w:type="dxa"/>
            <w:shd w:val="clear" w:color="auto" w:fill="FF0000"/>
          </w:tcPr>
          <w:p w14:paraId="0FC4D09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16</w:t>
            </w:r>
          </w:p>
          <w:p w14:paraId="0C81F5EA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70C3BE1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</w:tr>
      <w:tr w:rsidR="00BF02FC" w:rsidRPr="000C5559" w14:paraId="097B6C58" w14:textId="77777777" w:rsidTr="007F77F6">
        <w:tc>
          <w:tcPr>
            <w:tcW w:w="614" w:type="dxa"/>
            <w:vMerge/>
            <w:shd w:val="clear" w:color="auto" w:fill="E0E0E0"/>
          </w:tcPr>
          <w:p w14:paraId="06A0342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4AFCD2D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Fatality/Disability</w:t>
            </w:r>
          </w:p>
        </w:tc>
        <w:tc>
          <w:tcPr>
            <w:tcW w:w="1031" w:type="dxa"/>
            <w:shd w:val="clear" w:color="auto" w:fill="E0E0E0"/>
          </w:tcPr>
          <w:p w14:paraId="60308D4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00FF00"/>
          </w:tcPr>
          <w:p w14:paraId="41A9494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FF6600"/>
          </w:tcPr>
          <w:p w14:paraId="166C996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1031" w:type="dxa"/>
            <w:shd w:val="clear" w:color="auto" w:fill="FF0000"/>
          </w:tcPr>
          <w:p w14:paraId="5F47081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1031" w:type="dxa"/>
            <w:shd w:val="clear" w:color="auto" w:fill="FF0000"/>
          </w:tcPr>
          <w:p w14:paraId="430E799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  <w:p w14:paraId="1D5AFC15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468578E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</w:tr>
    </w:tbl>
    <w:p w14:paraId="5EF81135" w14:textId="77777777" w:rsidR="00BD0BF9" w:rsidRPr="000C5559" w:rsidRDefault="00BD0BF9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769"/>
        <w:gridCol w:w="1614"/>
        <w:gridCol w:w="11686"/>
      </w:tblGrid>
      <w:tr w:rsidR="00BF02FC" w:rsidRPr="000C5559" w14:paraId="5200D720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6DB902A8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Low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6DA7D02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 – 6</w:t>
            </w:r>
          </w:p>
        </w:tc>
        <w:tc>
          <w:tcPr>
            <w:tcW w:w="1620" w:type="dxa"/>
            <w:shd w:val="clear" w:color="auto" w:fill="auto"/>
          </w:tcPr>
          <w:p w14:paraId="59E9626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Monitor </w:t>
            </w:r>
          </w:p>
          <w:p w14:paraId="696FE09A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04086B16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>Tolerable risk. No additional controls required. Employees made aware of safe/correct system of work.</w:t>
            </w:r>
          </w:p>
        </w:tc>
      </w:tr>
      <w:tr w:rsidR="00BF02FC" w:rsidRPr="000C5559" w14:paraId="559D869C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0549BFF2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Med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795547C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 – 12</w:t>
            </w:r>
          </w:p>
        </w:tc>
        <w:tc>
          <w:tcPr>
            <w:tcW w:w="1620" w:type="dxa"/>
            <w:shd w:val="clear" w:color="auto" w:fill="auto"/>
          </w:tcPr>
          <w:p w14:paraId="57B0A01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 Improvement</w:t>
            </w:r>
          </w:p>
          <w:p w14:paraId="2DF9C4A8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61FA2D02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Action required to further reduce risk to acceptable level. Review of process or activity. </w:t>
            </w:r>
          </w:p>
        </w:tc>
      </w:tr>
      <w:tr w:rsidR="00BF02FC" w:rsidRPr="000C5559" w14:paraId="03CDDBEE" w14:textId="77777777" w:rsidTr="007F77F6">
        <w:tc>
          <w:tcPr>
            <w:tcW w:w="774" w:type="dxa"/>
            <w:shd w:val="clear" w:color="auto" w:fill="FF0000"/>
            <w:vAlign w:val="center"/>
          </w:tcPr>
          <w:p w14:paraId="1741E332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High</w:t>
            </w:r>
          </w:p>
        </w:tc>
        <w:tc>
          <w:tcPr>
            <w:tcW w:w="774" w:type="dxa"/>
            <w:shd w:val="clear" w:color="auto" w:fill="FF0000"/>
            <w:vAlign w:val="center"/>
          </w:tcPr>
          <w:p w14:paraId="55B5A471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15+</w:t>
            </w:r>
          </w:p>
        </w:tc>
        <w:tc>
          <w:tcPr>
            <w:tcW w:w="1620" w:type="dxa"/>
            <w:shd w:val="clear" w:color="auto" w:fill="auto"/>
          </w:tcPr>
          <w:p w14:paraId="3472747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Immediate Action </w:t>
            </w:r>
          </w:p>
        </w:tc>
        <w:tc>
          <w:tcPr>
            <w:tcW w:w="11907" w:type="dxa"/>
            <w:shd w:val="clear" w:color="auto" w:fill="auto"/>
          </w:tcPr>
          <w:p w14:paraId="25EBDFC4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Unacceptable risk. Stop activity immediately. Inform next level of management &amp; refer to </w:t>
            </w:r>
            <w:r w:rsidR="00E04850" w:rsidRPr="000C5559">
              <w:rPr>
                <w:rFonts w:asciiTheme="minorHAnsi" w:hAnsiTheme="minorHAnsi" w:cstheme="minorHAnsi"/>
                <w:b/>
              </w:rPr>
              <w:t>Manager/</w:t>
            </w:r>
            <w:r w:rsidRPr="000C5559">
              <w:rPr>
                <w:rFonts w:asciiTheme="minorHAnsi" w:hAnsiTheme="minorHAnsi" w:cstheme="minorHAnsi"/>
                <w:b/>
              </w:rPr>
              <w:t xml:space="preserve">Safety Coordinator. Possible withdrawal of process or activity. </w:t>
            </w:r>
          </w:p>
          <w:p w14:paraId="64F41B72" w14:textId="77777777" w:rsidR="00B247AE" w:rsidRPr="000C5559" w:rsidRDefault="00B247AE" w:rsidP="0009624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0B7AE213" w14:textId="77777777" w:rsidR="00BF02FC" w:rsidRPr="00774127" w:rsidRDefault="00BF02FC" w:rsidP="00BF02FC">
      <w:pPr>
        <w:rPr>
          <w:rFonts w:ascii="Verdana" w:hAnsi="Verdana" w:cs="Arial"/>
          <w:b/>
          <w:bCs/>
        </w:rPr>
      </w:pPr>
    </w:p>
    <w:p w14:paraId="043FB79E" w14:textId="77777777" w:rsidR="00BF02FC" w:rsidRDefault="00BF02FC" w:rsidP="00BF02FC">
      <w:pPr>
        <w:rPr>
          <w:rFonts w:ascii="Verdana" w:hAnsi="Verdana" w:cs="Arial"/>
          <w:b/>
          <w:bCs/>
        </w:rPr>
      </w:pPr>
    </w:p>
    <w:p w14:paraId="1B73CB2B" w14:textId="77777777" w:rsidR="002605EC" w:rsidRDefault="002605EC" w:rsidP="00BF02FC">
      <w:pPr>
        <w:rPr>
          <w:rFonts w:ascii="Verdana" w:hAnsi="Verdana" w:cs="Arial"/>
          <w:b/>
          <w:bCs/>
        </w:rPr>
      </w:pPr>
    </w:p>
    <w:p w14:paraId="4445EEE3" w14:textId="77777777" w:rsidR="0059074B" w:rsidRDefault="0059074B" w:rsidP="0059074B">
      <w:pPr>
        <w:rPr>
          <w:rFonts w:ascii="Verdana" w:hAnsi="Verdana" w:cs="Arial"/>
          <w:b/>
          <w:bCs/>
        </w:rPr>
      </w:pPr>
    </w:p>
    <w:p w14:paraId="49EA5221" w14:textId="77777777" w:rsidR="0059074B" w:rsidRDefault="0059074B" w:rsidP="0059074B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D5DA9C2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4D465549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1E42BB3F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01161EAE" w14:textId="77777777" w:rsidR="002605EC" w:rsidRPr="00B87DEF" w:rsidRDefault="002605EC" w:rsidP="0059074B">
      <w:pPr>
        <w:jc w:val="center"/>
        <w:rPr>
          <w:rFonts w:asciiTheme="minorHAnsi" w:hAnsiTheme="minorHAnsi" w:cstheme="minorHAnsi"/>
          <w:u w:val="single"/>
        </w:rPr>
      </w:pPr>
      <w:r w:rsidRPr="00B87DEF">
        <w:rPr>
          <w:rFonts w:asciiTheme="minorHAnsi" w:hAnsiTheme="minorHAnsi" w:cstheme="minorHAnsi"/>
          <w:b/>
          <w:bCs/>
          <w:u w:val="single"/>
        </w:rPr>
        <w:t>Monitoring and Review</w:t>
      </w:r>
    </w:p>
    <w:p w14:paraId="48A3B4EE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2802"/>
        <w:gridCol w:w="2580"/>
        <w:gridCol w:w="3186"/>
        <w:gridCol w:w="4223"/>
      </w:tblGrid>
      <w:tr w:rsidR="002605EC" w:rsidRPr="00B87DEF" w14:paraId="5F84D204" w14:textId="77777777" w:rsidTr="00D86014">
        <w:tc>
          <w:tcPr>
            <w:tcW w:w="2088" w:type="dxa"/>
            <w:shd w:val="clear" w:color="auto" w:fill="E0E0E0"/>
          </w:tcPr>
          <w:p w14:paraId="4B60DF62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Date Completed</w:t>
            </w:r>
          </w:p>
          <w:p w14:paraId="5E669E7F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80" w:type="dxa"/>
            <w:shd w:val="clear" w:color="auto" w:fill="E0E0E0"/>
          </w:tcPr>
          <w:p w14:paraId="21DB5D8F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Assessed by:</w:t>
            </w:r>
          </w:p>
        </w:tc>
        <w:tc>
          <w:tcPr>
            <w:tcW w:w="2663" w:type="dxa"/>
            <w:shd w:val="clear" w:color="auto" w:fill="E0E0E0"/>
          </w:tcPr>
          <w:p w14:paraId="77A0EE3E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Job Title:</w:t>
            </w:r>
          </w:p>
        </w:tc>
        <w:tc>
          <w:tcPr>
            <w:tcW w:w="3277" w:type="dxa"/>
            <w:shd w:val="clear" w:color="auto" w:fill="E0E0E0"/>
          </w:tcPr>
          <w:p w14:paraId="73E0C2AC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Signature:</w:t>
            </w:r>
          </w:p>
        </w:tc>
        <w:tc>
          <w:tcPr>
            <w:tcW w:w="4368" w:type="dxa"/>
            <w:shd w:val="clear" w:color="auto" w:fill="E0E0E0"/>
          </w:tcPr>
          <w:p w14:paraId="10992DF5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Review Date:</w:t>
            </w:r>
          </w:p>
        </w:tc>
      </w:tr>
      <w:tr w:rsidR="002605EC" w:rsidRPr="00B87DEF" w14:paraId="7A883693" w14:textId="77777777" w:rsidTr="00D86014">
        <w:tc>
          <w:tcPr>
            <w:tcW w:w="2088" w:type="dxa"/>
          </w:tcPr>
          <w:p w14:paraId="0579BE45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2A85163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80" w:type="dxa"/>
          </w:tcPr>
          <w:p w14:paraId="4EB2EC57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3" w:type="dxa"/>
          </w:tcPr>
          <w:p w14:paraId="412198B4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77" w:type="dxa"/>
          </w:tcPr>
          <w:p w14:paraId="40EBF5B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373EAD3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605EC" w:rsidRPr="00B87DEF" w14:paraId="27CFDF06" w14:textId="77777777" w:rsidTr="00D86014">
        <w:tc>
          <w:tcPr>
            <w:tcW w:w="2088" w:type="dxa"/>
          </w:tcPr>
          <w:p w14:paraId="56A2A18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381CC40A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42998C5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17AA0E9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71FDC18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2EF5D3E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3DB88527" w14:textId="77777777" w:rsidTr="00D86014">
        <w:tc>
          <w:tcPr>
            <w:tcW w:w="2088" w:type="dxa"/>
          </w:tcPr>
          <w:p w14:paraId="6CABBE4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13B050A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6E124DC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4F3E15C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1BD6F29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2024C57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0DE89F5B" w14:textId="77777777" w:rsidTr="00D86014">
        <w:tc>
          <w:tcPr>
            <w:tcW w:w="2088" w:type="dxa"/>
          </w:tcPr>
          <w:p w14:paraId="6AD90CF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23D3843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048366F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4012657A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1CCBDF4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5442489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30362440" w14:textId="77777777" w:rsidR="002605EC" w:rsidRPr="00B87DEF" w:rsidRDefault="002605EC" w:rsidP="002605EC">
      <w:pPr>
        <w:pStyle w:val="Header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14:paraId="28197BF3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74B4E4CD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  <w:u w:val="single"/>
        </w:rPr>
      </w:pPr>
      <w:r w:rsidRPr="00B87DEF">
        <w:rPr>
          <w:rFonts w:asciiTheme="minorHAnsi" w:hAnsiTheme="minorHAnsi" w:cstheme="minorHAnsi"/>
          <w:b/>
          <w:u w:val="single"/>
        </w:rPr>
        <w:t>Further Actions</w:t>
      </w:r>
    </w:p>
    <w:p w14:paraId="5ABA9045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(Please detail any actions for the risk assessment here)</w:t>
      </w:r>
    </w:p>
    <w:p w14:paraId="423D9463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4287"/>
        <w:gridCol w:w="2345"/>
        <w:gridCol w:w="1935"/>
        <w:gridCol w:w="4241"/>
      </w:tblGrid>
      <w:tr w:rsidR="002605EC" w:rsidRPr="00B87DEF" w14:paraId="1BB4B830" w14:textId="77777777" w:rsidTr="00D86014">
        <w:tc>
          <w:tcPr>
            <w:tcW w:w="2088" w:type="dxa"/>
            <w:shd w:val="clear" w:color="auto" w:fill="E0E0E0"/>
          </w:tcPr>
          <w:p w14:paraId="4F727454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Issue</w:t>
            </w:r>
          </w:p>
          <w:p w14:paraId="74E59699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8" w:type="dxa"/>
            <w:shd w:val="clear" w:color="auto" w:fill="E0E0E0"/>
          </w:tcPr>
          <w:p w14:paraId="26CF74DA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Further action</w:t>
            </w:r>
          </w:p>
        </w:tc>
        <w:tc>
          <w:tcPr>
            <w:tcW w:w="2410" w:type="dxa"/>
            <w:shd w:val="clear" w:color="auto" w:fill="E0E0E0"/>
          </w:tcPr>
          <w:p w14:paraId="7FC2A00A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who?</w:t>
            </w:r>
          </w:p>
        </w:tc>
        <w:tc>
          <w:tcPr>
            <w:tcW w:w="1982" w:type="dxa"/>
            <w:shd w:val="clear" w:color="auto" w:fill="E0E0E0"/>
          </w:tcPr>
          <w:p w14:paraId="68829F75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when?</w:t>
            </w:r>
          </w:p>
        </w:tc>
        <w:tc>
          <w:tcPr>
            <w:tcW w:w="4368" w:type="dxa"/>
            <w:shd w:val="clear" w:color="auto" w:fill="E0E0E0"/>
          </w:tcPr>
          <w:p w14:paraId="762C4735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Completed</w:t>
            </w:r>
          </w:p>
        </w:tc>
      </w:tr>
      <w:tr w:rsidR="002605EC" w:rsidRPr="00B87DEF" w14:paraId="2A596C6F" w14:textId="77777777" w:rsidTr="00D86014">
        <w:tc>
          <w:tcPr>
            <w:tcW w:w="2088" w:type="dxa"/>
          </w:tcPr>
          <w:p w14:paraId="7F0ACDB2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5C8211B6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04EE4A4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44A3A955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55A3F62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0E27DD1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004ACC3C" w14:textId="77777777" w:rsidTr="00D86014">
        <w:tc>
          <w:tcPr>
            <w:tcW w:w="2088" w:type="dxa"/>
          </w:tcPr>
          <w:p w14:paraId="43A1B730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2DFD969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7487C745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17F491C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1C899F44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66AFC5F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7E562E1B" w14:textId="77777777" w:rsidTr="00D86014">
        <w:tc>
          <w:tcPr>
            <w:tcW w:w="2088" w:type="dxa"/>
          </w:tcPr>
          <w:p w14:paraId="5089C70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50A632D6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12F9204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A58D44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3CD5A63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6B56DC8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26A9A079" w14:textId="77777777" w:rsidTr="00D86014">
        <w:tc>
          <w:tcPr>
            <w:tcW w:w="2088" w:type="dxa"/>
          </w:tcPr>
          <w:p w14:paraId="4B33BBB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1AB549B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</w:tcPr>
          <w:p w14:paraId="37D9394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377768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</w:tcPr>
          <w:p w14:paraId="390A8D5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64DDA90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547E0744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</w:rPr>
      </w:pPr>
    </w:p>
    <w:p w14:paraId="01E99638" w14:textId="1F71CEEA" w:rsidR="002605EC" w:rsidRDefault="002605EC" w:rsidP="002605EC">
      <w:pPr>
        <w:jc w:val="center"/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All actions to be followed up are marked in bold in the body of the risk assessment above.</w:t>
      </w:r>
    </w:p>
    <w:p w14:paraId="6C1B9922" w14:textId="79CE9B0B" w:rsidR="00CF280F" w:rsidRDefault="00CF280F" w:rsidP="002605EC">
      <w:pPr>
        <w:jc w:val="center"/>
        <w:rPr>
          <w:rFonts w:asciiTheme="minorHAnsi" w:hAnsiTheme="minorHAnsi" w:cstheme="minorHAnsi"/>
          <w:b/>
        </w:rPr>
      </w:pPr>
    </w:p>
    <w:p w14:paraId="061EF235" w14:textId="6C3E7C72" w:rsidR="00CF280F" w:rsidRDefault="00CF280F" w:rsidP="002605EC">
      <w:pPr>
        <w:jc w:val="center"/>
        <w:rPr>
          <w:rFonts w:asciiTheme="minorHAnsi" w:hAnsiTheme="minorHAnsi" w:cstheme="minorHAnsi"/>
          <w:b/>
        </w:rPr>
      </w:pPr>
    </w:p>
    <w:p w14:paraId="34390D29" w14:textId="0BBABF88" w:rsidR="00CF280F" w:rsidRDefault="00CF280F" w:rsidP="002605EC">
      <w:pPr>
        <w:jc w:val="center"/>
        <w:rPr>
          <w:rFonts w:asciiTheme="minorHAnsi" w:hAnsiTheme="minorHAnsi" w:cstheme="minorHAnsi"/>
          <w:b/>
        </w:rPr>
      </w:pPr>
    </w:p>
    <w:p w14:paraId="16526B86" w14:textId="72F3A01C" w:rsidR="00CF280F" w:rsidRDefault="00CF280F" w:rsidP="002605EC">
      <w:pPr>
        <w:jc w:val="center"/>
        <w:rPr>
          <w:rFonts w:asciiTheme="minorHAnsi" w:hAnsiTheme="minorHAnsi" w:cstheme="minorHAnsi"/>
          <w:b/>
        </w:rPr>
      </w:pPr>
    </w:p>
    <w:p w14:paraId="0752475D" w14:textId="7A88718E" w:rsidR="00CF280F" w:rsidRDefault="00CF280F" w:rsidP="002605EC">
      <w:pPr>
        <w:jc w:val="center"/>
        <w:rPr>
          <w:rFonts w:asciiTheme="minorHAnsi" w:hAnsiTheme="minorHAnsi" w:cstheme="minorHAnsi"/>
          <w:b/>
        </w:rPr>
      </w:pPr>
    </w:p>
    <w:p w14:paraId="5F794C52" w14:textId="4B71C9D1" w:rsidR="00CF280F" w:rsidRDefault="00CF280F" w:rsidP="002605EC">
      <w:pPr>
        <w:jc w:val="center"/>
        <w:rPr>
          <w:rFonts w:asciiTheme="minorHAnsi" w:hAnsiTheme="minorHAnsi" w:cstheme="minorHAnsi"/>
          <w:b/>
        </w:rPr>
      </w:pPr>
    </w:p>
    <w:p w14:paraId="67584392" w14:textId="4025206A" w:rsidR="00CF280F" w:rsidRDefault="00CF280F" w:rsidP="002605EC">
      <w:pPr>
        <w:jc w:val="center"/>
        <w:rPr>
          <w:rFonts w:asciiTheme="minorHAnsi" w:hAnsiTheme="minorHAnsi" w:cstheme="minorHAnsi"/>
          <w:b/>
        </w:rPr>
      </w:pPr>
    </w:p>
    <w:p w14:paraId="6B595D52" w14:textId="5E5DF252" w:rsidR="00CF280F" w:rsidRDefault="00CF280F" w:rsidP="002605EC">
      <w:pPr>
        <w:jc w:val="center"/>
        <w:rPr>
          <w:rFonts w:asciiTheme="minorHAnsi" w:hAnsiTheme="minorHAnsi" w:cstheme="minorHAnsi"/>
          <w:b/>
        </w:rPr>
      </w:pPr>
    </w:p>
    <w:p w14:paraId="55262468" w14:textId="334F83D9" w:rsidR="00CF280F" w:rsidRDefault="00CF280F" w:rsidP="002605EC">
      <w:pPr>
        <w:jc w:val="center"/>
        <w:rPr>
          <w:rFonts w:asciiTheme="minorHAnsi" w:hAnsiTheme="minorHAnsi" w:cstheme="minorHAnsi"/>
          <w:b/>
        </w:rPr>
      </w:pPr>
    </w:p>
    <w:p w14:paraId="0C81DC0D" w14:textId="6CE38562" w:rsidR="00CF280F" w:rsidRDefault="00CF280F" w:rsidP="002605EC">
      <w:pPr>
        <w:jc w:val="center"/>
        <w:rPr>
          <w:rFonts w:asciiTheme="minorHAnsi" w:hAnsiTheme="minorHAnsi" w:cstheme="minorHAnsi"/>
          <w:b/>
        </w:rPr>
      </w:pPr>
    </w:p>
    <w:p w14:paraId="206B4C21" w14:textId="77777777" w:rsidR="00CF280F" w:rsidRPr="00BC08C0" w:rsidRDefault="00CF280F" w:rsidP="00CF280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08C0">
        <w:rPr>
          <w:rFonts w:asciiTheme="minorHAnsi" w:hAnsiTheme="minorHAnsi" w:cstheme="minorHAnsi"/>
          <w:b/>
          <w:bCs/>
          <w:sz w:val="22"/>
          <w:szCs w:val="22"/>
        </w:rPr>
        <w:t>Confirmation of Risk Assessment &amp; Method Statement Briefing</w:t>
      </w:r>
    </w:p>
    <w:p w14:paraId="4F5454CB" w14:textId="77777777" w:rsidR="00CF280F" w:rsidRPr="00BC08C0" w:rsidRDefault="00CF280F" w:rsidP="00CF280F">
      <w:pPr>
        <w:rPr>
          <w:rFonts w:asciiTheme="minorHAnsi" w:hAnsiTheme="minorHAnsi" w:cstheme="minorHAnsi"/>
        </w:rPr>
      </w:pPr>
      <w:r w:rsidRPr="00BC08C0">
        <w:rPr>
          <w:rFonts w:asciiTheme="minorHAnsi" w:hAnsiTheme="minorHAnsi" w:cstheme="minorHAnsi"/>
        </w:rPr>
        <w:t xml:space="preserve"> </w:t>
      </w:r>
    </w:p>
    <w:p w14:paraId="7145E289" w14:textId="77777777" w:rsidR="00CF280F" w:rsidRPr="00BC08C0" w:rsidRDefault="00CF280F" w:rsidP="000F1A8B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Before</w:t>
      </w:r>
      <w:r w:rsidRPr="00BC08C0">
        <w:rPr>
          <w:rFonts w:asciiTheme="minorHAnsi" w:hAnsiTheme="minorHAnsi" w:cstheme="minorHAnsi"/>
          <w:b/>
          <w:bCs/>
        </w:rPr>
        <w:t xml:space="preserve"> commencing the activities covered in this safe system of work document all </w:t>
      </w:r>
      <w:r>
        <w:rPr>
          <w:rFonts w:asciiTheme="minorHAnsi" w:hAnsiTheme="minorHAnsi" w:cstheme="minorHAnsi"/>
          <w:b/>
          <w:bCs/>
        </w:rPr>
        <w:t>staff</w:t>
      </w:r>
      <w:r w:rsidRPr="00BC08C0">
        <w:rPr>
          <w:rFonts w:asciiTheme="minorHAnsi" w:hAnsiTheme="minorHAnsi" w:cstheme="minorHAnsi"/>
          <w:b/>
          <w:bCs/>
        </w:rPr>
        <w:t xml:space="preserve"> are to sign below to confirm that a clear briefing explaining the job has been given and is understood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9"/>
        <w:gridCol w:w="3710"/>
        <w:gridCol w:w="3710"/>
        <w:gridCol w:w="3710"/>
      </w:tblGrid>
      <w:tr w:rsidR="00CF280F" w14:paraId="52FA62B2" w14:textId="77777777" w:rsidTr="00721B81">
        <w:tc>
          <w:tcPr>
            <w:tcW w:w="3709" w:type="dxa"/>
          </w:tcPr>
          <w:p w14:paraId="2110861A" w14:textId="77777777" w:rsidR="00CF280F" w:rsidRDefault="00CF280F" w:rsidP="00721B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Name</w:t>
            </w:r>
          </w:p>
          <w:p w14:paraId="11F54F51" w14:textId="77777777" w:rsidR="00CF280F" w:rsidRPr="00BC08C0" w:rsidRDefault="00CF280F" w:rsidP="00721B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10" w:type="dxa"/>
          </w:tcPr>
          <w:p w14:paraId="0AF08EED" w14:textId="77777777" w:rsidR="00CF280F" w:rsidRPr="00BC08C0" w:rsidRDefault="00CF280F" w:rsidP="00721B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3710" w:type="dxa"/>
          </w:tcPr>
          <w:p w14:paraId="49A7CBED" w14:textId="77777777" w:rsidR="00CF280F" w:rsidRPr="00BC08C0" w:rsidRDefault="00CF280F" w:rsidP="00721B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710" w:type="dxa"/>
          </w:tcPr>
          <w:p w14:paraId="454714EB" w14:textId="77777777" w:rsidR="00CF280F" w:rsidRPr="00BC08C0" w:rsidRDefault="00CF280F" w:rsidP="00721B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Comments</w:t>
            </w:r>
          </w:p>
        </w:tc>
      </w:tr>
      <w:tr w:rsidR="00CF280F" w14:paraId="03265653" w14:textId="77777777" w:rsidTr="00721B81">
        <w:tc>
          <w:tcPr>
            <w:tcW w:w="3709" w:type="dxa"/>
          </w:tcPr>
          <w:p w14:paraId="6AA93302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816C697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CCD7A28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1D40835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E4B8B29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F280F" w14:paraId="734B6C9B" w14:textId="77777777" w:rsidTr="00721B81">
        <w:tc>
          <w:tcPr>
            <w:tcW w:w="3709" w:type="dxa"/>
          </w:tcPr>
          <w:p w14:paraId="70CA6AFE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0777F00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34FDC9F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9CF8D63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A6FEFB3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F280F" w14:paraId="1338D49A" w14:textId="77777777" w:rsidTr="00721B81">
        <w:tc>
          <w:tcPr>
            <w:tcW w:w="3709" w:type="dxa"/>
          </w:tcPr>
          <w:p w14:paraId="2F927A8F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1748A5B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EEC86B3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2F83900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7AF82C7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F280F" w14:paraId="703A4476" w14:textId="77777777" w:rsidTr="00721B81">
        <w:tc>
          <w:tcPr>
            <w:tcW w:w="3709" w:type="dxa"/>
          </w:tcPr>
          <w:p w14:paraId="0640D64A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0698D28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C58FAD1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C9B021D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1ACE0D6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F280F" w14:paraId="5944027E" w14:textId="77777777" w:rsidTr="00721B81">
        <w:tc>
          <w:tcPr>
            <w:tcW w:w="3709" w:type="dxa"/>
          </w:tcPr>
          <w:p w14:paraId="06615117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E709A53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0DD3A1F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20B742D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C74D609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F280F" w14:paraId="6C63249C" w14:textId="77777777" w:rsidTr="00721B81">
        <w:tc>
          <w:tcPr>
            <w:tcW w:w="3709" w:type="dxa"/>
          </w:tcPr>
          <w:p w14:paraId="212072EB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4E55E5C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E61EA15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D5DE871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6AB1577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F280F" w14:paraId="199F4775" w14:textId="77777777" w:rsidTr="00721B81">
        <w:tc>
          <w:tcPr>
            <w:tcW w:w="3709" w:type="dxa"/>
          </w:tcPr>
          <w:p w14:paraId="32805F39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1D1CC93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8A1E616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604CD29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13F6F58" w14:textId="77777777" w:rsidR="00CF280F" w:rsidRDefault="00CF280F" w:rsidP="00721B8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0E93BDE" w14:textId="77777777" w:rsidR="00CF280F" w:rsidRPr="00B87DEF" w:rsidRDefault="00CF280F" w:rsidP="002605EC">
      <w:pPr>
        <w:jc w:val="center"/>
        <w:rPr>
          <w:rFonts w:asciiTheme="minorHAnsi" w:hAnsiTheme="minorHAnsi" w:cstheme="minorHAnsi"/>
          <w:b/>
        </w:rPr>
      </w:pPr>
    </w:p>
    <w:p w14:paraId="7934A600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73D14F07" w14:textId="77777777" w:rsidR="002605EC" w:rsidRPr="00B87DEF" w:rsidRDefault="002605EC" w:rsidP="00BF02FC">
      <w:pPr>
        <w:rPr>
          <w:rFonts w:asciiTheme="minorHAnsi" w:hAnsiTheme="minorHAnsi" w:cstheme="minorHAnsi"/>
          <w:b/>
          <w:bCs/>
        </w:rPr>
      </w:pPr>
    </w:p>
    <w:sectPr w:rsidR="002605EC" w:rsidRPr="00B87DEF" w:rsidSect="003021DE">
      <w:headerReference w:type="default" r:id="rId27"/>
      <w:footerReference w:type="default" r:id="rId28"/>
      <w:pgSz w:w="16834" w:h="11909" w:orient="landscape" w:code="9"/>
      <w:pgMar w:top="720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344F7" w14:textId="77777777" w:rsidR="00E54409" w:rsidRDefault="00E54409">
      <w:r>
        <w:separator/>
      </w:r>
    </w:p>
  </w:endnote>
  <w:endnote w:type="continuationSeparator" w:id="0">
    <w:p w14:paraId="55B947F8" w14:textId="77777777" w:rsidR="00E54409" w:rsidRDefault="00E54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BDF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F8394" w14:textId="7BF4E8AD" w:rsidR="00721B81" w:rsidRPr="00C250B0" w:rsidRDefault="00721B81" w:rsidP="00774127">
    <w:pPr>
      <w:pStyle w:val="Footer"/>
      <w:rPr>
        <w:rFonts w:asciiTheme="minorHAnsi" w:hAnsiTheme="minorHAnsi" w:cstheme="minorHAnsi"/>
        <w:sz w:val="16"/>
        <w:szCs w:val="16"/>
      </w:rPr>
    </w:pPr>
    <w:r w:rsidRPr="00C250B0">
      <w:rPr>
        <w:rStyle w:val="headerChar0"/>
        <w:rFonts w:asciiTheme="minorHAnsi" w:hAnsiTheme="minorHAnsi" w:cstheme="minorHAnsi"/>
        <w:b/>
        <w:sz w:val="16"/>
        <w:szCs w:val="16"/>
      </w:rPr>
      <w:t>R</w:t>
    </w:r>
    <w:r>
      <w:rPr>
        <w:rStyle w:val="headerChar0"/>
        <w:rFonts w:asciiTheme="minorHAnsi" w:hAnsiTheme="minorHAnsi" w:cstheme="minorHAnsi"/>
        <w:b/>
        <w:sz w:val="16"/>
        <w:szCs w:val="16"/>
      </w:rPr>
      <w:t xml:space="preserve">A </w:t>
    </w:r>
    <w:r w:rsidR="00316E94">
      <w:rPr>
        <w:rStyle w:val="headerChar0"/>
        <w:rFonts w:asciiTheme="minorHAnsi" w:hAnsiTheme="minorHAnsi" w:cstheme="minorHAnsi"/>
        <w:b/>
        <w:sz w:val="16"/>
        <w:szCs w:val="16"/>
      </w:rPr>
      <w:t>01</w:t>
    </w:r>
    <w:r w:rsidR="000F1A8B">
      <w:rPr>
        <w:rStyle w:val="headerChar0"/>
        <w:rFonts w:asciiTheme="minorHAnsi" w:hAnsiTheme="minorHAnsi" w:cstheme="minorHAnsi"/>
        <w:b/>
        <w:sz w:val="16"/>
        <w:szCs w:val="16"/>
      </w:rPr>
      <w:t>3</w:t>
    </w:r>
    <w:r w:rsidR="00316E94">
      <w:rPr>
        <w:rStyle w:val="headerChar0"/>
        <w:rFonts w:asciiTheme="minorHAnsi" w:hAnsiTheme="minorHAnsi" w:cstheme="minorHAnsi"/>
        <w:b/>
        <w:sz w:val="16"/>
        <w:szCs w:val="16"/>
      </w:rPr>
      <w:t xml:space="preserve"> Legionella</w:t>
    </w:r>
    <w:r>
      <w:rPr>
        <w:rStyle w:val="headerChar0"/>
        <w:rFonts w:asciiTheme="minorHAnsi" w:hAnsiTheme="minorHAnsi" w:cstheme="minorHAnsi"/>
        <w:b/>
        <w:sz w:val="16"/>
        <w:szCs w:val="16"/>
      </w:rPr>
      <w:t xml:space="preserve"> Water Testing</w:t>
    </w:r>
    <w:r w:rsidRPr="00C250B0">
      <w:rPr>
        <w:rFonts w:asciiTheme="minorHAnsi" w:hAnsiTheme="minorHAnsi" w:cstheme="minorHAnsi"/>
        <w:sz w:val="16"/>
        <w:szCs w:val="16"/>
      </w:rPr>
      <w:t xml:space="preserve"> 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  <w:t xml:space="preserve">Reviewed </w:t>
    </w:r>
    <w:r w:rsidRPr="00C250B0">
      <w:rPr>
        <w:rFonts w:asciiTheme="minorHAnsi" w:hAnsiTheme="minorHAnsi" w:cstheme="minorHAnsi"/>
        <w:sz w:val="16"/>
        <w:szCs w:val="16"/>
      </w:rPr>
      <w:t>By</w:t>
    </w:r>
    <w:r>
      <w:rPr>
        <w:rFonts w:asciiTheme="minorHAnsi" w:hAnsiTheme="minorHAnsi" w:cstheme="minorHAnsi"/>
        <w:sz w:val="16"/>
        <w:szCs w:val="16"/>
      </w:rPr>
      <w:t>-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C250B0">
      <w:rPr>
        <w:rFonts w:asciiTheme="minorHAnsi" w:hAnsiTheme="minorHAnsi" w:cstheme="minorHAnsi"/>
        <w:sz w:val="16"/>
        <w:szCs w:val="16"/>
      </w:rPr>
      <w:t xml:space="preserve">Page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PAGE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>
      <w:rPr>
        <w:rFonts w:asciiTheme="minorHAnsi" w:hAnsiTheme="minorHAnsi" w:cstheme="minorHAnsi"/>
        <w:b/>
        <w:noProof/>
        <w:sz w:val="16"/>
        <w:szCs w:val="16"/>
      </w:rPr>
      <w:t>2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  <w:r w:rsidRPr="00C250B0">
      <w:rPr>
        <w:rFonts w:asciiTheme="minorHAnsi" w:hAnsiTheme="minorHAnsi" w:cstheme="minorHAnsi"/>
        <w:sz w:val="16"/>
        <w:szCs w:val="16"/>
      </w:rPr>
      <w:t xml:space="preserve"> of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NUMPAGES 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>
      <w:rPr>
        <w:rFonts w:asciiTheme="minorHAnsi" w:hAnsiTheme="minorHAnsi" w:cstheme="minorHAnsi"/>
        <w:b/>
        <w:noProof/>
        <w:sz w:val="16"/>
        <w:szCs w:val="16"/>
      </w:rPr>
      <w:t>6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CA4B2" w14:textId="77777777" w:rsidR="00E54409" w:rsidRDefault="00E54409">
      <w:r>
        <w:separator/>
      </w:r>
    </w:p>
  </w:footnote>
  <w:footnote w:type="continuationSeparator" w:id="0">
    <w:p w14:paraId="62120785" w14:textId="77777777" w:rsidR="00E54409" w:rsidRDefault="00E54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F3CBD" w14:textId="0E7B9251" w:rsidR="00721B81" w:rsidRPr="00B56678" w:rsidRDefault="00721B81" w:rsidP="006C1BBB">
    <w:pPr>
      <w:pStyle w:val="Header1"/>
      <w:jc w:val="right"/>
    </w:pPr>
    <w:r>
      <w:t xml:space="preserve">     </w:t>
    </w:r>
  </w:p>
  <w:p w14:paraId="542C3C8D" w14:textId="77777777" w:rsidR="00721B81" w:rsidRDefault="00721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D0E56"/>
    <w:multiLevelType w:val="hybridMultilevel"/>
    <w:tmpl w:val="7CDC7F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A2255"/>
    <w:multiLevelType w:val="hybridMultilevel"/>
    <w:tmpl w:val="960CCE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67638D"/>
    <w:multiLevelType w:val="singleLevel"/>
    <w:tmpl w:val="E44AA4F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" w15:restartNumberingAfterBreak="0">
    <w:nsid w:val="17DC1B75"/>
    <w:multiLevelType w:val="hybridMultilevel"/>
    <w:tmpl w:val="00BC75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9A74FC"/>
    <w:multiLevelType w:val="hybridMultilevel"/>
    <w:tmpl w:val="7854CB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F66E91"/>
    <w:multiLevelType w:val="hybridMultilevel"/>
    <w:tmpl w:val="DEB450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72D6"/>
    <w:multiLevelType w:val="hybridMultilevel"/>
    <w:tmpl w:val="761C87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465DA2"/>
    <w:multiLevelType w:val="hybridMultilevel"/>
    <w:tmpl w:val="C602C0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A0388C"/>
    <w:multiLevelType w:val="hybridMultilevel"/>
    <w:tmpl w:val="0E6A5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7A25FE"/>
    <w:multiLevelType w:val="hybridMultilevel"/>
    <w:tmpl w:val="7CCACD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3427E47"/>
    <w:multiLevelType w:val="hybridMultilevel"/>
    <w:tmpl w:val="657849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772A51"/>
    <w:multiLevelType w:val="hybridMultilevel"/>
    <w:tmpl w:val="4490D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953FF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A805360"/>
    <w:multiLevelType w:val="hybridMultilevel"/>
    <w:tmpl w:val="604EF8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"/>
  </w:num>
  <w:num w:numId="5">
    <w:abstractNumId w:val="7"/>
  </w:num>
  <w:num w:numId="6">
    <w:abstractNumId w:val="8"/>
  </w:num>
  <w:num w:numId="7">
    <w:abstractNumId w:val="3"/>
  </w:num>
  <w:num w:numId="8">
    <w:abstractNumId w:val="4"/>
  </w:num>
  <w:num w:numId="9">
    <w:abstractNumId w:val="13"/>
  </w:num>
  <w:num w:numId="10">
    <w:abstractNumId w:val="6"/>
  </w:num>
  <w:num w:numId="11">
    <w:abstractNumId w:val="12"/>
  </w:num>
  <w:num w:numId="12">
    <w:abstractNumId w:val="2"/>
  </w:num>
  <w:num w:numId="13">
    <w:abstractNumId w:val="5"/>
  </w:num>
  <w:num w:numId="1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0C"/>
    <w:rsid w:val="000238EA"/>
    <w:rsid w:val="00024E69"/>
    <w:rsid w:val="00034172"/>
    <w:rsid w:val="0004157D"/>
    <w:rsid w:val="00070BCE"/>
    <w:rsid w:val="00082EB2"/>
    <w:rsid w:val="00087684"/>
    <w:rsid w:val="00096247"/>
    <w:rsid w:val="000B5AAE"/>
    <w:rsid w:val="000C5559"/>
    <w:rsid w:val="000D34CA"/>
    <w:rsid w:val="000E1D3D"/>
    <w:rsid w:val="000F0CEE"/>
    <w:rsid w:val="000F1A8B"/>
    <w:rsid w:val="000F2A0C"/>
    <w:rsid w:val="00180839"/>
    <w:rsid w:val="0018127C"/>
    <w:rsid w:val="001900B8"/>
    <w:rsid w:val="00193F7D"/>
    <w:rsid w:val="001B39C8"/>
    <w:rsid w:val="001B74F1"/>
    <w:rsid w:val="001C3D81"/>
    <w:rsid w:val="001C4FD2"/>
    <w:rsid w:val="001D490A"/>
    <w:rsid w:val="001D53AA"/>
    <w:rsid w:val="001E5F5E"/>
    <w:rsid w:val="001F4612"/>
    <w:rsid w:val="00200381"/>
    <w:rsid w:val="002330F7"/>
    <w:rsid w:val="0024245F"/>
    <w:rsid w:val="002511B0"/>
    <w:rsid w:val="00257CEC"/>
    <w:rsid w:val="002605EC"/>
    <w:rsid w:val="00277E03"/>
    <w:rsid w:val="002852E3"/>
    <w:rsid w:val="002A26F9"/>
    <w:rsid w:val="002B41EE"/>
    <w:rsid w:val="002D228D"/>
    <w:rsid w:val="002D3336"/>
    <w:rsid w:val="002E2609"/>
    <w:rsid w:val="002E4E40"/>
    <w:rsid w:val="003021DE"/>
    <w:rsid w:val="00306137"/>
    <w:rsid w:val="00307A0C"/>
    <w:rsid w:val="00316E94"/>
    <w:rsid w:val="003255AA"/>
    <w:rsid w:val="00352BB7"/>
    <w:rsid w:val="00357480"/>
    <w:rsid w:val="00357AD0"/>
    <w:rsid w:val="003831EA"/>
    <w:rsid w:val="00390844"/>
    <w:rsid w:val="003A2003"/>
    <w:rsid w:val="003A6386"/>
    <w:rsid w:val="003C03E8"/>
    <w:rsid w:val="003C5C31"/>
    <w:rsid w:val="003C5D93"/>
    <w:rsid w:val="003D2285"/>
    <w:rsid w:val="003E1E22"/>
    <w:rsid w:val="003F208E"/>
    <w:rsid w:val="0040636F"/>
    <w:rsid w:val="004168A0"/>
    <w:rsid w:val="004227F2"/>
    <w:rsid w:val="00427B92"/>
    <w:rsid w:val="0046799E"/>
    <w:rsid w:val="00476908"/>
    <w:rsid w:val="0048634E"/>
    <w:rsid w:val="004943FA"/>
    <w:rsid w:val="004A1D33"/>
    <w:rsid w:val="004B029F"/>
    <w:rsid w:val="004B64E0"/>
    <w:rsid w:val="004B66ED"/>
    <w:rsid w:val="004D0E41"/>
    <w:rsid w:val="004D3E0C"/>
    <w:rsid w:val="004F11BA"/>
    <w:rsid w:val="005026B6"/>
    <w:rsid w:val="005034DA"/>
    <w:rsid w:val="005240BD"/>
    <w:rsid w:val="00524320"/>
    <w:rsid w:val="0052553E"/>
    <w:rsid w:val="00525FDA"/>
    <w:rsid w:val="00527C21"/>
    <w:rsid w:val="005418CD"/>
    <w:rsid w:val="00552A9D"/>
    <w:rsid w:val="00563F38"/>
    <w:rsid w:val="00572289"/>
    <w:rsid w:val="00576979"/>
    <w:rsid w:val="0059074B"/>
    <w:rsid w:val="00593E1B"/>
    <w:rsid w:val="005B1D21"/>
    <w:rsid w:val="005B25C0"/>
    <w:rsid w:val="005C7302"/>
    <w:rsid w:val="005C737F"/>
    <w:rsid w:val="005D0FBE"/>
    <w:rsid w:val="005D2870"/>
    <w:rsid w:val="005E26B4"/>
    <w:rsid w:val="005F1D65"/>
    <w:rsid w:val="005F72C8"/>
    <w:rsid w:val="00611D13"/>
    <w:rsid w:val="00625D8E"/>
    <w:rsid w:val="00632DD1"/>
    <w:rsid w:val="0063574E"/>
    <w:rsid w:val="00636B05"/>
    <w:rsid w:val="00642896"/>
    <w:rsid w:val="00645F92"/>
    <w:rsid w:val="00697BE0"/>
    <w:rsid w:val="006A1EFB"/>
    <w:rsid w:val="006B3367"/>
    <w:rsid w:val="006C1BBB"/>
    <w:rsid w:val="006E48E7"/>
    <w:rsid w:val="00721B81"/>
    <w:rsid w:val="00722C45"/>
    <w:rsid w:val="00736668"/>
    <w:rsid w:val="00744F9D"/>
    <w:rsid w:val="00745448"/>
    <w:rsid w:val="0075578E"/>
    <w:rsid w:val="00763CE1"/>
    <w:rsid w:val="00774127"/>
    <w:rsid w:val="007770CC"/>
    <w:rsid w:val="007938C2"/>
    <w:rsid w:val="00793F88"/>
    <w:rsid w:val="007A47CC"/>
    <w:rsid w:val="007B32A3"/>
    <w:rsid w:val="007E1331"/>
    <w:rsid w:val="007E1D98"/>
    <w:rsid w:val="007E5C4E"/>
    <w:rsid w:val="007F3D03"/>
    <w:rsid w:val="007F77F6"/>
    <w:rsid w:val="00813101"/>
    <w:rsid w:val="008215B7"/>
    <w:rsid w:val="00822620"/>
    <w:rsid w:val="008277A6"/>
    <w:rsid w:val="0083568E"/>
    <w:rsid w:val="00840734"/>
    <w:rsid w:val="00864989"/>
    <w:rsid w:val="008721C9"/>
    <w:rsid w:val="0088689F"/>
    <w:rsid w:val="008A4ACE"/>
    <w:rsid w:val="008B0388"/>
    <w:rsid w:val="008D27F5"/>
    <w:rsid w:val="008D6585"/>
    <w:rsid w:val="008F1E79"/>
    <w:rsid w:val="00901D5C"/>
    <w:rsid w:val="009163E5"/>
    <w:rsid w:val="0091782C"/>
    <w:rsid w:val="009203BB"/>
    <w:rsid w:val="00931A98"/>
    <w:rsid w:val="00944188"/>
    <w:rsid w:val="009643DA"/>
    <w:rsid w:val="00980D07"/>
    <w:rsid w:val="009957A5"/>
    <w:rsid w:val="009A14C4"/>
    <w:rsid w:val="009A1CD4"/>
    <w:rsid w:val="009A4000"/>
    <w:rsid w:val="009B64D1"/>
    <w:rsid w:val="009C56C0"/>
    <w:rsid w:val="009D0832"/>
    <w:rsid w:val="00A02DA2"/>
    <w:rsid w:val="00A05AFB"/>
    <w:rsid w:val="00A10B6D"/>
    <w:rsid w:val="00A21C7A"/>
    <w:rsid w:val="00A238F7"/>
    <w:rsid w:val="00A24C13"/>
    <w:rsid w:val="00A4130F"/>
    <w:rsid w:val="00A44C9A"/>
    <w:rsid w:val="00A5515F"/>
    <w:rsid w:val="00A60492"/>
    <w:rsid w:val="00AA33B6"/>
    <w:rsid w:val="00AB19EA"/>
    <w:rsid w:val="00AE3C53"/>
    <w:rsid w:val="00AE4C92"/>
    <w:rsid w:val="00B070AE"/>
    <w:rsid w:val="00B247AE"/>
    <w:rsid w:val="00B33001"/>
    <w:rsid w:val="00B33395"/>
    <w:rsid w:val="00B41EC3"/>
    <w:rsid w:val="00B4302B"/>
    <w:rsid w:val="00B469EB"/>
    <w:rsid w:val="00B526FC"/>
    <w:rsid w:val="00B52814"/>
    <w:rsid w:val="00B87DEF"/>
    <w:rsid w:val="00BB59B5"/>
    <w:rsid w:val="00BD0BF9"/>
    <w:rsid w:val="00BE4900"/>
    <w:rsid w:val="00BF02FC"/>
    <w:rsid w:val="00C153A8"/>
    <w:rsid w:val="00C167BE"/>
    <w:rsid w:val="00C203A6"/>
    <w:rsid w:val="00C250B0"/>
    <w:rsid w:val="00C26C6F"/>
    <w:rsid w:val="00C315AF"/>
    <w:rsid w:val="00C34346"/>
    <w:rsid w:val="00C37D5A"/>
    <w:rsid w:val="00C423BE"/>
    <w:rsid w:val="00C458C3"/>
    <w:rsid w:val="00C605CB"/>
    <w:rsid w:val="00C7200D"/>
    <w:rsid w:val="00C72D24"/>
    <w:rsid w:val="00C87DBB"/>
    <w:rsid w:val="00C9498E"/>
    <w:rsid w:val="00CA0BD2"/>
    <w:rsid w:val="00CB6AFF"/>
    <w:rsid w:val="00CB7DAB"/>
    <w:rsid w:val="00CB7EF2"/>
    <w:rsid w:val="00CC7459"/>
    <w:rsid w:val="00CE6882"/>
    <w:rsid w:val="00CF280F"/>
    <w:rsid w:val="00D01F6C"/>
    <w:rsid w:val="00D03CAA"/>
    <w:rsid w:val="00D200D4"/>
    <w:rsid w:val="00D23A0E"/>
    <w:rsid w:val="00D34848"/>
    <w:rsid w:val="00D52A73"/>
    <w:rsid w:val="00D7021E"/>
    <w:rsid w:val="00D75FB2"/>
    <w:rsid w:val="00D843C4"/>
    <w:rsid w:val="00D84911"/>
    <w:rsid w:val="00D8575A"/>
    <w:rsid w:val="00D86014"/>
    <w:rsid w:val="00DA27D2"/>
    <w:rsid w:val="00DA585F"/>
    <w:rsid w:val="00DB1617"/>
    <w:rsid w:val="00DB7710"/>
    <w:rsid w:val="00DC6D5F"/>
    <w:rsid w:val="00E04850"/>
    <w:rsid w:val="00E12720"/>
    <w:rsid w:val="00E14BEC"/>
    <w:rsid w:val="00E327E7"/>
    <w:rsid w:val="00E33331"/>
    <w:rsid w:val="00E51268"/>
    <w:rsid w:val="00E54409"/>
    <w:rsid w:val="00E55F3C"/>
    <w:rsid w:val="00E66958"/>
    <w:rsid w:val="00E71448"/>
    <w:rsid w:val="00E7146A"/>
    <w:rsid w:val="00E736CC"/>
    <w:rsid w:val="00E768FB"/>
    <w:rsid w:val="00E80B98"/>
    <w:rsid w:val="00E8269C"/>
    <w:rsid w:val="00E902DF"/>
    <w:rsid w:val="00E94142"/>
    <w:rsid w:val="00E9528A"/>
    <w:rsid w:val="00E97C9B"/>
    <w:rsid w:val="00EA0B57"/>
    <w:rsid w:val="00EA711E"/>
    <w:rsid w:val="00EB5775"/>
    <w:rsid w:val="00EC3B3D"/>
    <w:rsid w:val="00EC7065"/>
    <w:rsid w:val="00ED01BF"/>
    <w:rsid w:val="00ED61CF"/>
    <w:rsid w:val="00EE2A6F"/>
    <w:rsid w:val="00EE2B9C"/>
    <w:rsid w:val="00EF0741"/>
    <w:rsid w:val="00F00FAF"/>
    <w:rsid w:val="00F056EB"/>
    <w:rsid w:val="00F05A0E"/>
    <w:rsid w:val="00F06D74"/>
    <w:rsid w:val="00F2117C"/>
    <w:rsid w:val="00F22847"/>
    <w:rsid w:val="00F26784"/>
    <w:rsid w:val="00F33D43"/>
    <w:rsid w:val="00F43A03"/>
    <w:rsid w:val="00F51D95"/>
    <w:rsid w:val="00F619C9"/>
    <w:rsid w:val="00F6669C"/>
    <w:rsid w:val="00F70A9E"/>
    <w:rsid w:val="00F82DC1"/>
    <w:rsid w:val="00F878E6"/>
    <w:rsid w:val="00F96A7B"/>
    <w:rsid w:val="00FB0B20"/>
    <w:rsid w:val="00FB19A6"/>
    <w:rsid w:val="00FC1F50"/>
    <w:rsid w:val="00FC3D9A"/>
    <w:rsid w:val="00FC4FC4"/>
    <w:rsid w:val="00FC55E5"/>
    <w:rsid w:val="00FD54AE"/>
    <w:rsid w:val="00FE0E90"/>
    <w:rsid w:val="00FF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0B543B"/>
  <w15:docId w15:val="{821AA550-AC5D-4E3B-B9E6-C263BCB6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(W1)" w:eastAsia="Times New Roman" w:hAnsi="Times New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021E"/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qFormat/>
    <w:rsid w:val="001B74F1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4B029F"/>
    <w:pPr>
      <w:keepNext/>
      <w:outlineLvl w:val="1"/>
    </w:pPr>
    <w:rPr>
      <w:rFonts w:ascii="Verdana" w:hAnsi="Verdana"/>
      <w:b/>
      <w:bCs/>
      <w:sz w:val="22"/>
    </w:rPr>
  </w:style>
  <w:style w:type="paragraph" w:styleId="Heading3">
    <w:name w:val="heading 3"/>
    <w:basedOn w:val="Normal"/>
    <w:next w:val="Normal"/>
    <w:qFormat/>
    <w:rsid w:val="001B74F1"/>
    <w:pPr>
      <w:keepNext/>
      <w:outlineLvl w:val="2"/>
    </w:pPr>
    <w:rPr>
      <w:bCs/>
      <w:sz w:val="24"/>
    </w:rPr>
  </w:style>
  <w:style w:type="paragraph" w:styleId="Heading4">
    <w:name w:val="heading 4"/>
    <w:basedOn w:val="Normal"/>
    <w:next w:val="Normal"/>
    <w:qFormat/>
    <w:rsid w:val="001B74F1"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4F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B74F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74F1"/>
  </w:style>
  <w:style w:type="paragraph" w:styleId="Title">
    <w:name w:val="Title"/>
    <w:basedOn w:val="Normal"/>
    <w:qFormat/>
    <w:rsid w:val="001B74F1"/>
    <w:pPr>
      <w:jc w:val="center"/>
    </w:pPr>
    <w:rPr>
      <w:sz w:val="52"/>
    </w:rPr>
  </w:style>
  <w:style w:type="character" w:styleId="CommentReference">
    <w:name w:val="annotation reference"/>
    <w:semiHidden/>
    <w:rsid w:val="001B74F1"/>
    <w:rPr>
      <w:sz w:val="16"/>
      <w:szCs w:val="16"/>
    </w:rPr>
  </w:style>
  <w:style w:type="paragraph" w:styleId="CommentText">
    <w:name w:val="annotation text"/>
    <w:basedOn w:val="Normal"/>
    <w:semiHidden/>
    <w:rsid w:val="001B74F1"/>
  </w:style>
  <w:style w:type="table" w:styleId="TableGrid">
    <w:name w:val="Table Grid"/>
    <w:basedOn w:val="TableNormal"/>
    <w:uiPriority w:val="39"/>
    <w:rsid w:val="007E5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74127"/>
    <w:rPr>
      <w:rFonts w:ascii="Times New Roman" w:hAnsi="Times New Roman"/>
      <w:lang w:val="en-GB"/>
    </w:rPr>
  </w:style>
  <w:style w:type="paragraph" w:customStyle="1" w:styleId="Header1">
    <w:name w:val="Header1"/>
    <w:basedOn w:val="Normal"/>
    <w:link w:val="headerChar0"/>
    <w:qFormat/>
    <w:rsid w:val="001B39C8"/>
    <w:rPr>
      <w:rFonts w:ascii="Verdana" w:hAnsi="Verdana"/>
      <w:sz w:val="18"/>
      <w:szCs w:val="22"/>
    </w:rPr>
  </w:style>
  <w:style w:type="paragraph" w:styleId="ListParagraph">
    <w:name w:val="List Paragraph"/>
    <w:basedOn w:val="Normal"/>
    <w:uiPriority w:val="34"/>
    <w:qFormat/>
    <w:rsid w:val="002B41EE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eaderChar0">
    <w:name w:val="header Char"/>
    <w:link w:val="Header1"/>
    <w:rsid w:val="001B39C8"/>
    <w:rPr>
      <w:rFonts w:ascii="Verdana" w:hAnsi="Verdana" w:cs="Arial"/>
      <w:sz w:val="18"/>
      <w:szCs w:val="22"/>
      <w:lang w:eastAsia="en-US"/>
    </w:rPr>
  </w:style>
  <w:style w:type="paragraph" w:styleId="BalloonText">
    <w:name w:val="Balloon Text"/>
    <w:basedOn w:val="Normal"/>
    <w:link w:val="BalloonTextChar"/>
    <w:rsid w:val="00F228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2847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DA27D2"/>
    <w:rPr>
      <w:rFonts w:ascii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2605EC"/>
    <w:rPr>
      <w:rFonts w:ascii="Times New Roman" w:hAnsi="Times New Roman"/>
      <w:lang w:eastAsia="en-US"/>
    </w:rPr>
  </w:style>
  <w:style w:type="paragraph" w:customStyle="1" w:styleId="Default">
    <w:name w:val="Default"/>
    <w:rsid w:val="00C250B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rsid w:val="00777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F4612"/>
    <w:rPr>
      <w:b/>
      <w:bCs/>
    </w:rPr>
  </w:style>
  <w:style w:type="paragraph" w:customStyle="1" w:styleId="CM14">
    <w:name w:val="CM14"/>
    <w:basedOn w:val="Normal"/>
    <w:next w:val="Normal"/>
    <w:uiPriority w:val="99"/>
    <w:rsid w:val="001E5F5E"/>
    <w:pPr>
      <w:autoSpaceDE w:val="0"/>
      <w:autoSpaceDN w:val="0"/>
      <w:adjustRightInd w:val="0"/>
      <w:spacing w:after="240"/>
    </w:pPr>
    <w:rPr>
      <w:rFonts w:ascii="PEBDF E+ Helvetica" w:eastAsia="Calibri" w:hAnsi="PEBDF E+ Helvetic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E5F5E"/>
    <w:rPr>
      <w:color w:val="800080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D7021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C73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EB5775"/>
    <w:rPr>
      <w:rFonts w:ascii="Verdana" w:hAnsi="Verdana"/>
      <w:b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C\Desktop\BESA%20Final%20July%202019\Task%20Risk%20Assessments\RA001%20Air%20Sampling%20for%20Asbest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2D75A-A7B3-4D7F-857E-FE050441FF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E19941-F07E-4F77-A744-7E942D14017D}"/>
</file>

<file path=customXml/itemProps3.xml><?xml version="1.0" encoding="utf-8"?>
<ds:datastoreItem xmlns:ds="http://schemas.openxmlformats.org/officeDocument/2006/customXml" ds:itemID="{74CA4C47-3B58-42F7-BEB3-910F5A7B09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19415C-8531-406D-AC70-FDA9FF4C3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RA001 Air Sampling for Asbestos</Template>
  <TotalTime>3</TotalTime>
  <Pages>8</Pages>
  <Words>1408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Template:</vt:lpstr>
    </vt:vector>
  </TitlesOfParts>
  <Company>l</Company>
  <LinksUpToDate>false</LinksUpToDate>
  <CharactersWithSpaces>9419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 Template:</dc:title>
  <dc:creator>Rebecca Crosland</dc:creator>
  <cp:lastModifiedBy>Rebecca Crosland</cp:lastModifiedBy>
  <cp:revision>4</cp:revision>
  <cp:lastPrinted>2019-10-08T15:07:00Z</cp:lastPrinted>
  <dcterms:created xsi:type="dcterms:W3CDTF">2020-02-11T09:58:00Z</dcterms:created>
  <dcterms:modified xsi:type="dcterms:W3CDTF">2020-09-07T14:41:00Z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